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50FE6A55" w14:textId="4C3E7AAA" w:rsidR="00381365" w:rsidRPr="00B67D39" w:rsidRDefault="00B67D39" w:rsidP="00381365">
      <w:pPr>
        <w:tabs>
          <w:tab w:val="left" w:pos="1628"/>
        </w:tabs>
        <w:jc w:val="center"/>
        <w:rPr>
          <w:rFonts w:cstheme="minorHAnsi"/>
          <w:b/>
          <w:szCs w:val="18"/>
        </w:rPr>
      </w:pPr>
      <w:r w:rsidRPr="00B67D39">
        <w:rPr>
          <w:rFonts w:cstheme="minorHAnsi"/>
          <w:b/>
          <w:szCs w:val="18"/>
        </w:rPr>
        <w:t>OFERTA</w:t>
      </w:r>
      <w:r w:rsidR="00FE62E3">
        <w:rPr>
          <w:rFonts w:cstheme="minorHAnsi"/>
          <w:b/>
          <w:szCs w:val="18"/>
        </w:rPr>
        <w:t xml:space="preserve"> </w:t>
      </w:r>
      <w:r w:rsidR="00FE7A6A">
        <w:rPr>
          <w:rFonts w:cstheme="minorHAnsi"/>
          <w:b/>
          <w:szCs w:val="18"/>
        </w:rPr>
        <w:t xml:space="preserve"> </w:t>
      </w:r>
    </w:p>
    <w:p w14:paraId="28DC2734" w14:textId="44D1BB9F"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032F66" w:rsidRPr="00283D81">
        <w:rPr>
          <w:rFonts w:cstheme="minorHAnsi"/>
          <w:b/>
          <w:noProof/>
          <w:szCs w:val="18"/>
          <w:lang w:eastAsia="pl-PL"/>
        </w:rPr>
        <w:t>4277</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032F66" w:rsidRPr="00283D81">
        <w:rPr>
          <w:rFonts w:cstheme="minorHAnsi"/>
          <w:b/>
          <w:noProof/>
          <w:szCs w:val="18"/>
          <w:lang w:eastAsia="pl-PL"/>
        </w:rPr>
        <w:t>Przeizolowanie linii nN 0,4kV wraz z przyłączami w miejscowościach: Górzno gm. Górzno, Piastów gm. Żelechów;</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86B5843" w14:textId="567488A0" w:rsidR="006A3993" w:rsidRDefault="006A3993" w:rsidP="006B49A3">
      <w:pPr>
        <w:pStyle w:val="Akapitzlist"/>
        <w:spacing w:before="100" w:beforeAutospacing="1" w:after="100" w:afterAutospacing="1"/>
        <w:ind w:left="426"/>
        <w:rPr>
          <w:rFonts w:cstheme="minorHAnsi"/>
          <w:b/>
          <w:szCs w:val="18"/>
        </w:rPr>
      </w:pPr>
      <w:r>
        <w:rPr>
          <w:rFonts w:cstheme="minorHAnsi"/>
          <w:b/>
          <w:szCs w:val="18"/>
        </w:rPr>
        <w:t xml:space="preserve">Część 1. </w:t>
      </w:r>
      <w:r w:rsidR="00032F66" w:rsidRPr="00032F66">
        <w:rPr>
          <w:rFonts w:cstheme="minorHAnsi"/>
          <w:b/>
          <w:szCs w:val="18"/>
        </w:rPr>
        <w:t xml:space="preserve">Zad. 1 </w:t>
      </w:r>
      <w:proofErr w:type="spellStart"/>
      <w:r w:rsidR="00032F66" w:rsidRPr="00032F66">
        <w:rPr>
          <w:rFonts w:cstheme="minorHAnsi"/>
          <w:b/>
          <w:szCs w:val="18"/>
        </w:rPr>
        <w:t>Przeizolowanie</w:t>
      </w:r>
      <w:proofErr w:type="spellEnd"/>
      <w:r w:rsidR="00032F66" w:rsidRPr="00032F66">
        <w:rPr>
          <w:rFonts w:cstheme="minorHAnsi"/>
          <w:b/>
          <w:szCs w:val="18"/>
        </w:rPr>
        <w:t xml:space="preserve"> linii </w:t>
      </w:r>
      <w:proofErr w:type="spellStart"/>
      <w:r w:rsidR="00032F66" w:rsidRPr="00032F66">
        <w:rPr>
          <w:rFonts w:cstheme="minorHAnsi"/>
          <w:b/>
          <w:szCs w:val="18"/>
        </w:rPr>
        <w:t>nN</w:t>
      </w:r>
      <w:proofErr w:type="spellEnd"/>
      <w:r w:rsidR="00032F66" w:rsidRPr="00032F66">
        <w:rPr>
          <w:rFonts w:cstheme="minorHAnsi"/>
          <w:b/>
          <w:szCs w:val="18"/>
        </w:rPr>
        <w:t xml:space="preserve"> 0,4kV wraz z przyłączami w miejscowości Górzno gm. Górzno st.tr. 09-0851 Górzno 8</w:t>
      </w:r>
      <w:r w:rsidR="00032F66">
        <w:rPr>
          <w:rFonts w:cstheme="minorHAnsi"/>
          <w:b/>
          <w:szCs w:val="18"/>
        </w:rPr>
        <w:t>.</w:t>
      </w: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7C2097FB" w14:textId="20CC29C0" w:rsidR="006A3993" w:rsidRDefault="006A3993" w:rsidP="006A3993">
      <w:pPr>
        <w:pStyle w:val="Akapitzlist"/>
        <w:spacing w:before="100" w:beforeAutospacing="1" w:after="100" w:afterAutospacing="1"/>
        <w:ind w:left="426"/>
        <w:rPr>
          <w:rFonts w:cstheme="minorHAnsi"/>
          <w:b/>
          <w:szCs w:val="18"/>
        </w:rPr>
      </w:pPr>
      <w:r>
        <w:rPr>
          <w:rFonts w:cstheme="minorHAnsi"/>
          <w:b/>
          <w:szCs w:val="18"/>
        </w:rPr>
        <w:t xml:space="preserve">Część 2. </w:t>
      </w:r>
      <w:r w:rsidR="00032F66" w:rsidRPr="00032F66">
        <w:rPr>
          <w:rFonts w:cstheme="minorHAnsi"/>
          <w:b/>
          <w:szCs w:val="18"/>
        </w:rPr>
        <w:t xml:space="preserve">Zad. 2 </w:t>
      </w:r>
      <w:proofErr w:type="spellStart"/>
      <w:r w:rsidR="00032F66" w:rsidRPr="00032F66">
        <w:rPr>
          <w:rFonts w:cstheme="minorHAnsi"/>
          <w:b/>
          <w:szCs w:val="18"/>
        </w:rPr>
        <w:t>Przeizolowanie</w:t>
      </w:r>
      <w:proofErr w:type="spellEnd"/>
      <w:r w:rsidR="00032F66" w:rsidRPr="00032F66">
        <w:rPr>
          <w:rFonts w:cstheme="minorHAnsi"/>
          <w:b/>
          <w:szCs w:val="18"/>
        </w:rPr>
        <w:t xml:space="preserve"> linii </w:t>
      </w:r>
      <w:proofErr w:type="spellStart"/>
      <w:r w:rsidR="00032F66" w:rsidRPr="00032F66">
        <w:rPr>
          <w:rFonts w:cstheme="minorHAnsi"/>
          <w:b/>
          <w:szCs w:val="18"/>
        </w:rPr>
        <w:t>nN</w:t>
      </w:r>
      <w:proofErr w:type="spellEnd"/>
      <w:r w:rsidR="00032F66" w:rsidRPr="00032F66">
        <w:rPr>
          <w:rFonts w:cstheme="minorHAnsi"/>
          <w:b/>
          <w:szCs w:val="18"/>
        </w:rPr>
        <w:t xml:space="preserve"> 0,4kV wraz z przyłączami w miejscowości Piastów gm. Żelechów st.tr. 09-0066 Piastów 3</w:t>
      </w:r>
      <w:r w:rsidR="00201B55" w:rsidRPr="00201B55">
        <w:rPr>
          <w:rFonts w:cstheme="minorHAnsi"/>
          <w:b/>
          <w:szCs w:val="18"/>
        </w:rPr>
        <w:t>)</w:t>
      </w:r>
      <w:r w:rsidR="00201B55">
        <w:rPr>
          <w:rFonts w:cstheme="minorHAnsi"/>
          <w:b/>
          <w:szCs w:val="18"/>
        </w:rPr>
        <w:t>.</w:t>
      </w:r>
    </w:p>
    <w:p w14:paraId="09737C36"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E70D931" w14:textId="77777777" w:rsidR="006A3993" w:rsidRPr="00B67D39"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3A4901C5" w14:textId="0B122556" w:rsidR="006A3993" w:rsidRDefault="006A3993" w:rsidP="006A399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22F1D5F" w14:textId="20C15CD6" w:rsidR="00C024EF" w:rsidRDefault="00C024EF" w:rsidP="006A3993">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FE7A6A"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E7A6A"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E7A6A"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E7A6A"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58AA7C4" w14:textId="77777777" w:rsidR="00032F66" w:rsidRDefault="00032F66" w:rsidP="00BD11B9">
      <w:pPr>
        <w:ind w:left="2552" w:hanging="2552"/>
        <w:jc w:val="right"/>
        <w:rPr>
          <w:rFonts w:ascii="Verdana" w:eastAsia="Verdana" w:hAnsi="Verdana" w:cs="Times New Roman"/>
          <w:b/>
        </w:rPr>
      </w:pPr>
    </w:p>
    <w:p w14:paraId="3BB04670" w14:textId="77777777" w:rsidR="00032F66" w:rsidRDefault="00032F66" w:rsidP="00BD11B9">
      <w:pPr>
        <w:ind w:left="2552" w:hanging="2552"/>
        <w:jc w:val="right"/>
        <w:rPr>
          <w:rFonts w:ascii="Verdana" w:eastAsia="Verdana" w:hAnsi="Verdana" w:cs="Times New Roman"/>
          <w:b/>
        </w:rPr>
      </w:pPr>
    </w:p>
    <w:p w14:paraId="17506DD8" w14:textId="77777777" w:rsidR="00032F66" w:rsidRDefault="00032F66" w:rsidP="00BD11B9">
      <w:pPr>
        <w:ind w:left="2552" w:hanging="2552"/>
        <w:jc w:val="right"/>
        <w:rPr>
          <w:rFonts w:ascii="Verdana" w:eastAsia="Verdana" w:hAnsi="Verdana" w:cs="Times New Roman"/>
          <w:b/>
        </w:rPr>
      </w:pPr>
    </w:p>
    <w:p w14:paraId="305DED6D" w14:textId="77777777" w:rsidR="00032F66" w:rsidRDefault="00032F66" w:rsidP="00BD11B9">
      <w:pPr>
        <w:ind w:left="2552" w:hanging="2552"/>
        <w:jc w:val="right"/>
        <w:rPr>
          <w:rFonts w:ascii="Verdana" w:eastAsia="Verdana" w:hAnsi="Verdana" w:cs="Times New Roman"/>
          <w:b/>
        </w:rPr>
      </w:pPr>
    </w:p>
    <w:p w14:paraId="6E3BC46D" w14:textId="77777777" w:rsidR="00032F66" w:rsidRDefault="00032F66" w:rsidP="00BD11B9">
      <w:pPr>
        <w:ind w:left="2552" w:hanging="2552"/>
        <w:jc w:val="right"/>
        <w:rPr>
          <w:rFonts w:ascii="Verdana" w:eastAsia="Verdana" w:hAnsi="Verdana" w:cs="Times New Roman"/>
          <w:b/>
        </w:rPr>
      </w:pPr>
    </w:p>
    <w:p w14:paraId="3663229F" w14:textId="77777777" w:rsidR="00032F66" w:rsidRDefault="00032F66" w:rsidP="00BD11B9">
      <w:pPr>
        <w:ind w:left="2552" w:hanging="2552"/>
        <w:jc w:val="right"/>
        <w:rPr>
          <w:rFonts w:ascii="Verdana" w:eastAsia="Verdana" w:hAnsi="Verdana" w:cs="Times New Roman"/>
          <w:b/>
        </w:rPr>
      </w:pPr>
    </w:p>
    <w:p w14:paraId="07787A25" w14:textId="05EB7E91"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C024EF">
        <w:trPr>
          <w:trHeight w:val="1820"/>
        </w:trPr>
        <w:tc>
          <w:tcPr>
            <w:tcW w:w="3965" w:type="dxa"/>
            <w:tcBorders>
              <w:right w:val="single" w:sz="4" w:space="0" w:color="auto"/>
            </w:tcBorders>
          </w:tcPr>
          <w:p w14:paraId="455FE136"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C024EF">
            <w:pPr>
              <w:ind w:right="28"/>
              <w:rPr>
                <w:rFonts w:asciiTheme="minorHAnsi" w:hAnsiTheme="minorHAnsi" w:cstheme="minorHAnsi"/>
              </w:rPr>
            </w:pPr>
          </w:p>
          <w:p w14:paraId="2C5DA1C4" w14:textId="77777777" w:rsidR="00BD11B9" w:rsidRPr="006B56FD" w:rsidRDefault="00BD11B9" w:rsidP="00C024EF">
            <w:pPr>
              <w:ind w:right="28"/>
              <w:rPr>
                <w:rFonts w:asciiTheme="minorHAnsi" w:hAnsiTheme="minorHAnsi" w:cstheme="minorHAnsi"/>
              </w:rPr>
            </w:pPr>
          </w:p>
          <w:p w14:paraId="1F13A69C"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C024EF">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44B624A7"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032F66" w:rsidRPr="00283D81">
        <w:rPr>
          <w:rFonts w:cstheme="minorHAnsi"/>
          <w:b/>
          <w:i/>
          <w:noProof/>
        </w:rPr>
        <w:t>Przeizolowanie linii nN 0,4kV wraz z przyłączami w miejscowościach: Górzno gm. Górzno, Piastów gm. Żelechów;</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032F66" w:rsidRPr="00283D81">
        <w:rPr>
          <w:rFonts w:cstheme="minorHAnsi"/>
          <w:noProof/>
        </w:rPr>
        <w:t>4277</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7649E5EC" w14:textId="77777777" w:rsidR="00A62B4C" w:rsidRPr="00A62B4C" w:rsidRDefault="00A62B4C" w:rsidP="00A62B4C">
      <w:pPr>
        <w:rPr>
          <w:rFonts w:ascii="Verdana" w:eastAsia="Verdana" w:hAnsi="Verdana" w:cs="Times New Roman"/>
        </w:rPr>
      </w:pPr>
    </w:p>
    <w:p w14:paraId="6FD96394" w14:textId="77777777" w:rsidR="00E36A16" w:rsidRDefault="00E36A16" w:rsidP="00BD11B9">
      <w:pPr>
        <w:jc w:val="right"/>
        <w:rPr>
          <w:rFonts w:ascii="Verdana" w:eastAsia="Verdana" w:hAnsi="Verdana" w:cs="Times New Roman"/>
          <w:b/>
        </w:rPr>
      </w:pPr>
    </w:p>
    <w:p w14:paraId="26F58015" w14:textId="77777777" w:rsidR="00032F66" w:rsidRDefault="00032F66" w:rsidP="00BD11B9">
      <w:pPr>
        <w:jc w:val="right"/>
        <w:rPr>
          <w:rFonts w:ascii="Verdana" w:eastAsia="Verdana" w:hAnsi="Verdana" w:cs="Times New Roman"/>
          <w:b/>
        </w:rPr>
      </w:pPr>
    </w:p>
    <w:p w14:paraId="6FF38321" w14:textId="1433EC1B" w:rsidR="00BD11B9" w:rsidRDefault="00BD11B9" w:rsidP="00BD11B9">
      <w:pPr>
        <w:jc w:val="right"/>
        <w:rPr>
          <w:rFonts w:ascii="Verdana" w:eastAsia="Verdana" w:hAnsi="Verdana" w:cs="Times New Roman"/>
          <w:b/>
        </w:rPr>
      </w:pPr>
      <w:r w:rsidRPr="000D24FD">
        <w:rPr>
          <w:rFonts w:ascii="Verdana" w:eastAsia="Verdana" w:hAnsi="Verdana" w:cs="Times New Roman"/>
          <w:b/>
        </w:rPr>
        <w:lastRenderedPageBreak/>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C024EF">
        <w:trPr>
          <w:trHeight w:val="1820"/>
        </w:trPr>
        <w:tc>
          <w:tcPr>
            <w:tcW w:w="4390" w:type="dxa"/>
            <w:tcBorders>
              <w:right w:val="single" w:sz="4" w:space="0" w:color="auto"/>
            </w:tcBorders>
          </w:tcPr>
          <w:p w14:paraId="0ABF6194"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C024EF">
            <w:pPr>
              <w:ind w:right="28"/>
              <w:rPr>
                <w:rFonts w:asciiTheme="minorHAnsi" w:hAnsiTheme="minorHAnsi" w:cstheme="minorHAnsi"/>
              </w:rPr>
            </w:pPr>
          </w:p>
          <w:p w14:paraId="3EA05B57" w14:textId="77777777" w:rsidR="00BD11B9" w:rsidRPr="006B56FD" w:rsidRDefault="00BD11B9" w:rsidP="00C024EF">
            <w:pPr>
              <w:ind w:right="28"/>
              <w:rPr>
                <w:rFonts w:asciiTheme="minorHAnsi" w:hAnsiTheme="minorHAnsi" w:cstheme="minorHAnsi"/>
              </w:rPr>
            </w:pPr>
          </w:p>
          <w:p w14:paraId="28DCFDD6"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C024EF">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C024EF">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C024EF">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C024EF">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C024EF">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7A487531"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32F66" w:rsidRPr="00283D81">
        <w:rPr>
          <w:rFonts w:cstheme="minorHAnsi"/>
          <w:b/>
          <w:noProof/>
          <w:lang w:eastAsia="pl-PL"/>
        </w:rPr>
        <w:t>4277</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032F66" w:rsidRPr="00283D81">
        <w:rPr>
          <w:rFonts w:cstheme="minorHAnsi"/>
          <w:b/>
          <w:noProof/>
          <w:lang w:eastAsia="pl-PL"/>
        </w:rPr>
        <w:t>Przeizolowanie linii nN 0,4kV wraz z przyłączami w miejscowościach: Górzno gm. Górzno, Piastów gm. Żelechów;</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C024EF">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C024EF">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C024EF">
            <w:pPr>
              <w:jc w:val="center"/>
              <w:rPr>
                <w:rFonts w:cstheme="minorHAnsi"/>
              </w:rPr>
            </w:pPr>
          </w:p>
          <w:p w14:paraId="3D06C258" w14:textId="77777777" w:rsidR="00BD11B9" w:rsidRPr="00DC202A" w:rsidRDefault="00BD11B9" w:rsidP="00C024EF">
            <w:pPr>
              <w:jc w:val="center"/>
              <w:rPr>
                <w:rFonts w:cstheme="minorHAnsi"/>
              </w:rPr>
            </w:pPr>
            <w:r w:rsidRPr="00DC202A">
              <w:rPr>
                <w:rFonts w:cstheme="minorHAnsi"/>
              </w:rPr>
              <w:t>Przedmiot zakupu</w:t>
            </w:r>
          </w:p>
          <w:p w14:paraId="475A6DC7" w14:textId="77777777" w:rsidR="00BD11B9" w:rsidRPr="00DC202A" w:rsidRDefault="00BD11B9" w:rsidP="00C024EF">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C024EF">
            <w:pPr>
              <w:jc w:val="center"/>
              <w:rPr>
                <w:rFonts w:cstheme="minorHAnsi"/>
              </w:rPr>
            </w:pPr>
          </w:p>
          <w:p w14:paraId="6CC9418B" w14:textId="77777777" w:rsidR="00BD11B9" w:rsidRPr="00DC202A" w:rsidRDefault="00BD11B9" w:rsidP="00C024EF">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C024EF">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C024EF">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C024EF">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C024EF">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C024EF">
            <w:pPr>
              <w:jc w:val="center"/>
              <w:rPr>
                <w:rFonts w:cstheme="minorHAnsi"/>
                <w:i/>
              </w:rPr>
            </w:pPr>
          </w:p>
        </w:tc>
        <w:tc>
          <w:tcPr>
            <w:tcW w:w="1696" w:type="dxa"/>
            <w:vMerge/>
          </w:tcPr>
          <w:p w14:paraId="7EB3EFAF" w14:textId="77777777" w:rsidR="00BD11B9" w:rsidRPr="000D24FD" w:rsidRDefault="00BD11B9" w:rsidP="00C024EF">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C024EF">
            <w:pPr>
              <w:jc w:val="center"/>
              <w:rPr>
                <w:rFonts w:cstheme="minorHAnsi"/>
                <w:i/>
              </w:rPr>
            </w:pPr>
            <w:r w:rsidRPr="000D24FD">
              <w:rPr>
                <w:rFonts w:cstheme="minorHAnsi"/>
                <w:i/>
              </w:rPr>
              <w:t>Data</w:t>
            </w:r>
          </w:p>
          <w:p w14:paraId="6DC269A9" w14:textId="77777777" w:rsidR="00BD11B9" w:rsidRPr="000D24FD" w:rsidRDefault="00BD11B9" w:rsidP="00C024EF">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C024EF">
            <w:pPr>
              <w:jc w:val="center"/>
              <w:rPr>
                <w:rFonts w:cstheme="minorHAnsi"/>
                <w:i/>
              </w:rPr>
            </w:pPr>
            <w:r w:rsidRPr="000D24FD">
              <w:rPr>
                <w:rFonts w:cstheme="minorHAnsi"/>
                <w:i/>
              </w:rPr>
              <w:t>Data</w:t>
            </w:r>
          </w:p>
          <w:p w14:paraId="34CD746E" w14:textId="77777777" w:rsidR="00BD11B9" w:rsidRPr="000D24FD" w:rsidRDefault="00BD11B9" w:rsidP="00C024EF">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C024EF">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C024EF">
            <w:pPr>
              <w:spacing w:before="120"/>
              <w:jc w:val="center"/>
              <w:rPr>
                <w:rFonts w:cstheme="minorHAnsi"/>
              </w:rPr>
            </w:pPr>
          </w:p>
        </w:tc>
        <w:tc>
          <w:tcPr>
            <w:tcW w:w="1696" w:type="dxa"/>
            <w:vAlign w:val="center"/>
          </w:tcPr>
          <w:p w14:paraId="6FFDE88D" w14:textId="77777777" w:rsidR="00BD11B9" w:rsidRPr="000D24FD" w:rsidRDefault="00BD11B9" w:rsidP="00C024EF">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C024EF">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C024EF">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C024EF">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C024EF">
            <w:pPr>
              <w:spacing w:before="120"/>
              <w:jc w:val="center"/>
              <w:rPr>
                <w:rFonts w:cstheme="minorHAnsi"/>
              </w:rPr>
            </w:pPr>
          </w:p>
        </w:tc>
        <w:tc>
          <w:tcPr>
            <w:tcW w:w="1696" w:type="dxa"/>
            <w:vAlign w:val="center"/>
          </w:tcPr>
          <w:p w14:paraId="3C72292F" w14:textId="77777777" w:rsidR="00BD11B9" w:rsidRPr="000D24FD" w:rsidRDefault="00BD11B9" w:rsidP="00C024EF">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C024EF">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C024EF">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C024EF">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73F382F" w14:textId="77777777" w:rsidR="00201B55"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4884E277" w14:textId="77777777" w:rsidR="00201B55" w:rsidRDefault="00201B55" w:rsidP="00BD11B9">
      <w:pPr>
        <w:jc w:val="right"/>
        <w:rPr>
          <w:rFonts w:ascii="Verdana" w:eastAsia="Verdana" w:hAnsi="Verdana" w:cs="Times New Roman"/>
        </w:rPr>
      </w:pPr>
    </w:p>
    <w:p w14:paraId="2ECE4D26" w14:textId="77777777" w:rsidR="00201B55" w:rsidRDefault="00201B55" w:rsidP="00BD11B9">
      <w:pPr>
        <w:jc w:val="right"/>
        <w:rPr>
          <w:rFonts w:ascii="Verdana" w:eastAsia="Verdana" w:hAnsi="Verdana" w:cs="Times New Roman"/>
        </w:rPr>
      </w:pPr>
    </w:p>
    <w:p w14:paraId="317D34F4" w14:textId="77777777" w:rsidR="00201B55" w:rsidRDefault="00201B55" w:rsidP="00BD11B9">
      <w:pPr>
        <w:jc w:val="right"/>
        <w:rPr>
          <w:rFonts w:ascii="Verdana" w:eastAsia="Verdana" w:hAnsi="Verdana" w:cs="Times New Roman"/>
        </w:rPr>
      </w:pPr>
    </w:p>
    <w:p w14:paraId="66DA095D" w14:textId="77777777" w:rsidR="00201B55" w:rsidRDefault="00201B55" w:rsidP="00BD11B9">
      <w:pPr>
        <w:jc w:val="right"/>
        <w:rPr>
          <w:rFonts w:ascii="Verdana" w:eastAsia="Verdana" w:hAnsi="Verdana" w:cs="Times New Roman"/>
        </w:rPr>
      </w:pPr>
    </w:p>
    <w:p w14:paraId="22A8B732" w14:textId="77777777" w:rsidR="00032F66" w:rsidRDefault="00032F66" w:rsidP="00BD11B9">
      <w:pPr>
        <w:jc w:val="right"/>
        <w:rPr>
          <w:rFonts w:ascii="Verdana" w:eastAsia="Verdana" w:hAnsi="Verdana" w:cs="Times New Roman"/>
          <w:b/>
        </w:rPr>
      </w:pPr>
    </w:p>
    <w:p w14:paraId="412E2BE9" w14:textId="77777777" w:rsidR="00032F66" w:rsidRDefault="00032F66" w:rsidP="00BD11B9">
      <w:pPr>
        <w:jc w:val="right"/>
        <w:rPr>
          <w:rFonts w:ascii="Verdana" w:eastAsia="Verdana" w:hAnsi="Verdana" w:cs="Times New Roman"/>
          <w:b/>
        </w:rPr>
      </w:pPr>
    </w:p>
    <w:p w14:paraId="6C146C42" w14:textId="77777777" w:rsidR="00032F66" w:rsidRDefault="00032F66" w:rsidP="00BD11B9">
      <w:pPr>
        <w:jc w:val="right"/>
        <w:rPr>
          <w:rFonts w:ascii="Verdana" w:eastAsia="Verdana" w:hAnsi="Verdana" w:cs="Times New Roman"/>
          <w:b/>
        </w:rPr>
      </w:pPr>
    </w:p>
    <w:p w14:paraId="590D5865" w14:textId="77777777" w:rsidR="00032F66" w:rsidRDefault="00032F66" w:rsidP="00BD11B9">
      <w:pPr>
        <w:jc w:val="right"/>
        <w:rPr>
          <w:rFonts w:ascii="Verdana" w:eastAsia="Verdana" w:hAnsi="Verdana" w:cs="Times New Roman"/>
          <w:b/>
        </w:rPr>
      </w:pPr>
    </w:p>
    <w:p w14:paraId="0A87672D" w14:textId="77777777" w:rsidR="00032F66" w:rsidRDefault="00032F66" w:rsidP="00BD11B9">
      <w:pPr>
        <w:jc w:val="right"/>
        <w:rPr>
          <w:rFonts w:ascii="Verdana" w:eastAsia="Verdana" w:hAnsi="Verdana" w:cs="Times New Roman"/>
          <w:b/>
        </w:rPr>
      </w:pPr>
    </w:p>
    <w:p w14:paraId="25F67239" w14:textId="7004FDBE" w:rsidR="00BD11B9" w:rsidRDefault="00BD11B9" w:rsidP="00BD11B9">
      <w:pPr>
        <w:jc w:val="right"/>
        <w:rPr>
          <w:rFonts w:ascii="Verdana" w:eastAsia="Verdana" w:hAnsi="Verdana" w:cs="Times New Roman"/>
          <w:b/>
        </w:rPr>
      </w:pPr>
      <w:r w:rsidRPr="000855FF">
        <w:rPr>
          <w:rFonts w:ascii="Verdana" w:eastAsia="Verdana" w:hAnsi="Verdana" w:cs="Times New Roman"/>
          <w:b/>
        </w:rPr>
        <w:lastRenderedPageBreak/>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C024EF">
        <w:trPr>
          <w:trHeight w:val="1820"/>
        </w:trPr>
        <w:tc>
          <w:tcPr>
            <w:tcW w:w="3969" w:type="dxa"/>
            <w:tcBorders>
              <w:right w:val="single" w:sz="4" w:space="0" w:color="auto"/>
            </w:tcBorders>
          </w:tcPr>
          <w:p w14:paraId="6309E09E" w14:textId="77777777" w:rsidR="00BD11B9" w:rsidRPr="000855FF" w:rsidRDefault="00BD11B9" w:rsidP="00C024EF">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C024EF">
            <w:pPr>
              <w:ind w:right="28"/>
              <w:rPr>
                <w:rFonts w:asciiTheme="minorHAnsi" w:hAnsiTheme="minorHAnsi" w:cstheme="minorHAnsi"/>
              </w:rPr>
            </w:pPr>
          </w:p>
          <w:p w14:paraId="1306E3FF" w14:textId="77777777" w:rsidR="00BD11B9" w:rsidRPr="000855FF" w:rsidRDefault="00BD11B9" w:rsidP="00C024EF">
            <w:pPr>
              <w:ind w:right="28"/>
              <w:rPr>
                <w:rFonts w:asciiTheme="minorHAnsi" w:hAnsiTheme="minorHAnsi" w:cstheme="minorHAnsi"/>
              </w:rPr>
            </w:pPr>
          </w:p>
          <w:p w14:paraId="0A656264"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C024EF">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C024EF">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C024EF">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C024EF">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C024EF">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C024EF">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C024EF">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C024EF">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5853F4B9"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032F66" w:rsidRPr="00283D81">
        <w:rPr>
          <w:rFonts w:cstheme="minorHAnsi"/>
          <w:b/>
          <w:noProof/>
          <w:lang w:eastAsia="pl-PL"/>
        </w:rPr>
        <w:t>4277</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032F66" w:rsidRPr="00283D81">
        <w:rPr>
          <w:rFonts w:cstheme="minorHAnsi"/>
          <w:b/>
          <w:noProof/>
          <w:lang w:eastAsia="pl-PL"/>
        </w:rPr>
        <w:t>Przeizolowanie linii nN 0,4kV wraz z przyłączami w miejscowościach: Górzno gm. Górzno, Piastów gm. Żelechów;</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C024EF">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C024EF">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C024EF">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C024EF">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C024EF">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C024EF">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40290C69" w14:textId="77777777" w:rsidTr="00C024EF">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0271510E" w14:textId="77777777" w:rsidTr="00C024EF">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C024EF">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535C52B7" w14:textId="77777777" w:rsidTr="00C024EF">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C024EF">
            <w:pPr>
              <w:widowControl w:val="0"/>
              <w:snapToGrid w:val="0"/>
              <w:spacing w:line="300" w:lineRule="auto"/>
              <w:ind w:right="170"/>
              <w:jc w:val="both"/>
              <w:rPr>
                <w:rFonts w:cstheme="minorHAnsi"/>
                <w:b/>
                <w:lang w:eastAsia="pl-PL"/>
              </w:rPr>
            </w:pPr>
          </w:p>
        </w:tc>
      </w:tr>
      <w:tr w:rsidR="00BD11B9" w:rsidRPr="000855FF" w14:paraId="676992D7" w14:textId="77777777" w:rsidTr="00C024EF">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C024EF">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C024EF">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C024EF">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679C07C8" w14:textId="77777777" w:rsidR="00BD11B9" w:rsidRPr="00A62B4C" w:rsidRDefault="00BD11B9" w:rsidP="00BD11B9">
      <w:pPr>
        <w:rPr>
          <w:rFonts w:ascii="Verdana" w:eastAsia="Verdana" w:hAnsi="Verdana" w:cs="Times New Roman"/>
        </w:rPr>
      </w:pPr>
    </w:p>
    <w:p w14:paraId="6715AB11" w14:textId="77777777" w:rsidR="00032F66" w:rsidRDefault="00032F66" w:rsidP="00BD11B9">
      <w:pPr>
        <w:jc w:val="right"/>
        <w:rPr>
          <w:rFonts w:ascii="Verdana" w:eastAsia="Verdana" w:hAnsi="Verdana" w:cs="Times New Roman"/>
          <w:b/>
        </w:rPr>
      </w:pPr>
    </w:p>
    <w:p w14:paraId="3E64AC9B" w14:textId="77777777" w:rsidR="00032F66" w:rsidRDefault="00032F66" w:rsidP="00BD11B9">
      <w:pPr>
        <w:jc w:val="right"/>
        <w:rPr>
          <w:rFonts w:ascii="Verdana" w:eastAsia="Verdana" w:hAnsi="Verdana" w:cs="Times New Roman"/>
          <w:b/>
        </w:rPr>
      </w:pPr>
    </w:p>
    <w:p w14:paraId="0673770A" w14:textId="45508E02" w:rsidR="00BD11B9" w:rsidRDefault="00BD11B9" w:rsidP="00BD11B9">
      <w:pPr>
        <w:jc w:val="right"/>
        <w:rPr>
          <w:rFonts w:ascii="Verdana" w:eastAsia="Verdana" w:hAnsi="Verdana" w:cs="Times New Roman"/>
          <w:b/>
        </w:rPr>
      </w:pPr>
      <w:r w:rsidRPr="006F7CF2">
        <w:rPr>
          <w:rFonts w:ascii="Verdana" w:eastAsia="Verdana" w:hAnsi="Verdana" w:cs="Times New Roman"/>
          <w:b/>
        </w:rPr>
        <w:lastRenderedPageBreak/>
        <w:t xml:space="preserve">ZAŁĄCZNIK NR </w:t>
      </w:r>
      <w:r>
        <w:rPr>
          <w:rFonts w:ascii="Verdana" w:eastAsia="Verdana" w:hAnsi="Verdana" w:cs="Times New Roman"/>
          <w:b/>
        </w:rPr>
        <w:t>11</w:t>
      </w:r>
      <w:r w:rsidRPr="006F7CF2">
        <w:rPr>
          <w:rFonts w:ascii="Verdana" w:eastAsia="Verdana" w:hAnsi="Verdana" w:cs="Times New Roman"/>
          <w:b/>
        </w:rPr>
        <w:t xml:space="preserve"> DO SWZ – </w:t>
      </w:r>
      <w:r w:rsidRPr="001E7FD1">
        <w:rPr>
          <w:rFonts w:ascii="Verdana" w:eastAsia="Verdana" w:hAnsi="Verdana" w:cs="Times New Roman"/>
          <w:b/>
        </w:rPr>
        <w:t>OŚWIADCZENIE O ZACHOWANIU POUFNOŚCI</w:t>
      </w:r>
    </w:p>
    <w:p w14:paraId="16AA6592" w14:textId="77777777" w:rsidR="00BD11B9" w:rsidRDefault="00BD11B9" w:rsidP="00BD11B9">
      <w:pPr>
        <w:jc w:val="right"/>
        <w:rPr>
          <w:rFonts w:ascii="Verdana" w:eastAsia="Verdana" w:hAnsi="Verdana" w:cs="Times New Roman"/>
          <w:b/>
        </w:rPr>
      </w:pPr>
    </w:p>
    <w:p w14:paraId="22074897"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248"/>
        <w:gridCol w:w="992"/>
        <w:gridCol w:w="4678"/>
      </w:tblGrid>
      <w:tr w:rsidR="00BD11B9" w:rsidRPr="006B56FD" w14:paraId="75128BB5" w14:textId="77777777" w:rsidTr="00C024EF">
        <w:trPr>
          <w:trHeight w:val="1820"/>
        </w:trPr>
        <w:tc>
          <w:tcPr>
            <w:tcW w:w="4248" w:type="dxa"/>
            <w:tcBorders>
              <w:right w:val="single" w:sz="4" w:space="0" w:color="auto"/>
            </w:tcBorders>
          </w:tcPr>
          <w:p w14:paraId="0C788553" w14:textId="77777777" w:rsidR="00BD11B9" w:rsidRPr="006B56FD" w:rsidRDefault="00BD11B9" w:rsidP="00C024EF">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69F8B09" w14:textId="77777777" w:rsidR="00BD11B9" w:rsidRDefault="00BD11B9" w:rsidP="00C024EF">
            <w:pPr>
              <w:ind w:right="28"/>
              <w:rPr>
                <w:rFonts w:asciiTheme="minorHAnsi" w:hAnsiTheme="minorHAnsi" w:cstheme="minorHAnsi"/>
              </w:rPr>
            </w:pPr>
          </w:p>
          <w:p w14:paraId="31A58F7E" w14:textId="77777777" w:rsidR="00BD11B9" w:rsidRPr="006B56FD" w:rsidRDefault="00BD11B9" w:rsidP="00C024EF">
            <w:pPr>
              <w:ind w:right="28"/>
              <w:rPr>
                <w:rFonts w:asciiTheme="minorHAnsi" w:hAnsiTheme="minorHAnsi" w:cstheme="minorHAnsi"/>
              </w:rPr>
            </w:pPr>
          </w:p>
          <w:p w14:paraId="377EA998" w14:textId="77777777" w:rsidR="00BD11B9" w:rsidRPr="006B56FD" w:rsidRDefault="00BD11B9" w:rsidP="00C024EF">
            <w:pPr>
              <w:ind w:right="28"/>
              <w:jc w:val="center"/>
              <w:rPr>
                <w:rFonts w:asciiTheme="minorHAnsi" w:hAnsiTheme="minorHAnsi" w:cstheme="minorHAnsi"/>
              </w:rPr>
            </w:pPr>
            <w:r w:rsidRPr="006B56FD">
              <w:rPr>
                <w:rFonts w:asciiTheme="minorHAnsi" w:hAnsiTheme="minorHAnsi" w:cstheme="minorHAnsi"/>
              </w:rPr>
              <w:t>…………………………………………………</w:t>
            </w:r>
          </w:p>
          <w:p w14:paraId="113CF760" w14:textId="77777777" w:rsidR="00BD11B9" w:rsidRPr="006B56FD" w:rsidRDefault="00BD11B9" w:rsidP="00C024EF">
            <w:pPr>
              <w:ind w:right="28"/>
              <w:jc w:val="center"/>
              <w:rPr>
                <w:rFonts w:asciiTheme="minorHAnsi" w:hAnsiTheme="minorHAnsi" w:cstheme="minorHAnsi"/>
              </w:rPr>
            </w:pPr>
            <w:r>
              <w:rPr>
                <w:rFonts w:asciiTheme="minorHAnsi" w:hAnsiTheme="minorHAnsi" w:cstheme="minorHAnsi"/>
              </w:rPr>
              <w:t>………………………………………………</w:t>
            </w:r>
          </w:p>
          <w:p w14:paraId="6AEAD877" w14:textId="77777777" w:rsidR="00BD11B9" w:rsidRPr="006B56FD" w:rsidRDefault="00BD11B9" w:rsidP="00C024EF">
            <w:pPr>
              <w:ind w:right="28"/>
              <w:jc w:val="center"/>
              <w:rPr>
                <w:rFonts w:asciiTheme="minorHAnsi" w:hAnsiTheme="minorHAnsi" w:cstheme="minorHAnsi"/>
                <w:i/>
              </w:rPr>
            </w:pPr>
            <w:r w:rsidRPr="006B56FD">
              <w:rPr>
                <w:rFonts w:asciiTheme="minorHAnsi" w:hAnsiTheme="minorHAnsi" w:cstheme="minorHAnsi"/>
                <w:i/>
              </w:rPr>
              <w:t>Nazwa i adres</w:t>
            </w:r>
          </w:p>
          <w:p w14:paraId="4E7F4F15" w14:textId="77777777" w:rsidR="00BD11B9" w:rsidRPr="006B56FD" w:rsidRDefault="00BD11B9" w:rsidP="00C024EF">
            <w:pPr>
              <w:ind w:right="28"/>
              <w:rPr>
                <w:rFonts w:asciiTheme="minorHAnsi" w:hAnsiTheme="minorHAnsi" w:cstheme="minorHAnsi"/>
              </w:rPr>
            </w:pPr>
          </w:p>
        </w:tc>
        <w:tc>
          <w:tcPr>
            <w:tcW w:w="992" w:type="dxa"/>
            <w:tcBorders>
              <w:top w:val="nil"/>
              <w:left w:val="single" w:sz="4" w:space="0" w:color="auto"/>
              <w:bottom w:val="nil"/>
              <w:right w:val="single" w:sz="4" w:space="0" w:color="auto"/>
            </w:tcBorders>
          </w:tcPr>
          <w:p w14:paraId="0509AA3B" w14:textId="77777777" w:rsidR="00BD11B9" w:rsidRPr="006B56FD" w:rsidRDefault="00BD11B9" w:rsidP="00C024EF">
            <w:pPr>
              <w:spacing w:line="360" w:lineRule="auto"/>
              <w:rPr>
                <w:rFonts w:asciiTheme="minorHAnsi" w:eastAsiaTheme="majorEastAsia" w:hAnsiTheme="minorHAnsi" w:cstheme="minorHAnsi"/>
                <w:b/>
                <w:i/>
                <w:iCs/>
                <w:u w:val="single"/>
              </w:rPr>
            </w:pPr>
          </w:p>
        </w:tc>
        <w:tc>
          <w:tcPr>
            <w:tcW w:w="4678" w:type="dxa"/>
            <w:tcBorders>
              <w:left w:val="single" w:sz="4" w:space="0" w:color="auto"/>
            </w:tcBorders>
          </w:tcPr>
          <w:p w14:paraId="5ED4457D" w14:textId="77777777" w:rsidR="00BD11B9" w:rsidRPr="006B56FD" w:rsidRDefault="00BD11B9" w:rsidP="00C024EF">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07AC51F"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w:t>
            </w:r>
          </w:p>
          <w:p w14:paraId="50E901A4" w14:textId="77777777" w:rsidR="00BD11B9" w:rsidRPr="002040C7" w:rsidRDefault="00BD11B9" w:rsidP="00C024EF">
            <w:pPr>
              <w:spacing w:before="120" w:after="120"/>
              <w:contextualSpacing/>
              <w:jc w:val="center"/>
              <w:rPr>
                <w:rFonts w:asciiTheme="minorHAnsi" w:hAnsiTheme="minorHAnsi" w:cstheme="minorHAnsi"/>
                <w:szCs w:val="18"/>
              </w:rPr>
            </w:pPr>
            <w:r w:rsidRPr="002040C7">
              <w:rPr>
                <w:rFonts w:asciiTheme="minorHAnsi" w:hAnsiTheme="minorHAnsi" w:cstheme="minorHAnsi"/>
                <w:szCs w:val="18"/>
              </w:rPr>
              <w:t>w imieniu i na rzecz której działa:</w:t>
            </w:r>
          </w:p>
          <w:p w14:paraId="15F0C014" w14:textId="77777777" w:rsidR="00BD11B9" w:rsidRPr="002040C7" w:rsidRDefault="00BD11B9" w:rsidP="00C024EF">
            <w:pPr>
              <w:spacing w:before="120" w:after="120"/>
              <w:contextualSpacing/>
              <w:jc w:val="center"/>
              <w:rPr>
                <w:rFonts w:asciiTheme="minorHAnsi" w:hAnsiTheme="minorHAnsi" w:cstheme="minorHAnsi"/>
                <w:b/>
                <w:szCs w:val="18"/>
              </w:rPr>
            </w:pPr>
            <w:r w:rsidRPr="002040C7">
              <w:rPr>
                <w:rFonts w:asciiTheme="minorHAnsi" w:hAnsiTheme="minorHAnsi" w:cstheme="minorHAnsi"/>
                <w:b/>
                <w:szCs w:val="18"/>
              </w:rPr>
              <w:t>PGE Dystrybucja S.A. Oddział Warszawa</w:t>
            </w:r>
          </w:p>
          <w:p w14:paraId="50058E64" w14:textId="77777777" w:rsidR="00BD11B9" w:rsidRPr="002040C7" w:rsidRDefault="00BD11B9" w:rsidP="00C024EF">
            <w:pPr>
              <w:spacing w:before="120" w:after="120"/>
              <w:contextualSpacing/>
              <w:jc w:val="center"/>
              <w:rPr>
                <w:rFonts w:asciiTheme="minorHAnsi" w:hAnsiTheme="minorHAnsi" w:cstheme="minorHAnsi"/>
                <w:color w:val="000000"/>
                <w:szCs w:val="18"/>
              </w:rPr>
            </w:pPr>
            <w:r w:rsidRPr="002040C7">
              <w:rPr>
                <w:rFonts w:asciiTheme="minorHAnsi" w:hAnsiTheme="minorHAnsi" w:cstheme="minorHAnsi"/>
                <w:color w:val="000000"/>
                <w:szCs w:val="18"/>
              </w:rPr>
              <w:t>ul. Marsa 95, 04-470 Warszawa</w:t>
            </w:r>
          </w:p>
          <w:p w14:paraId="003464FA" w14:textId="77777777" w:rsidR="00BD11B9" w:rsidRPr="006B56FD" w:rsidRDefault="00BD11B9" w:rsidP="00C024EF">
            <w:pPr>
              <w:spacing w:line="360" w:lineRule="auto"/>
              <w:jc w:val="center"/>
              <w:rPr>
                <w:rFonts w:asciiTheme="minorHAnsi" w:eastAsiaTheme="majorEastAsia" w:hAnsiTheme="minorHAnsi" w:cstheme="minorHAnsi"/>
                <w:i/>
                <w:iCs/>
              </w:rPr>
            </w:pPr>
          </w:p>
        </w:tc>
      </w:tr>
    </w:tbl>
    <w:p w14:paraId="63868422" w14:textId="77777777" w:rsidR="00BD11B9" w:rsidRDefault="00BD11B9" w:rsidP="00BD11B9">
      <w:pPr>
        <w:rPr>
          <w:rFonts w:ascii="Verdana" w:eastAsia="Verdana" w:hAnsi="Verdana" w:cs="Times New Roman"/>
          <w:b/>
        </w:rPr>
      </w:pPr>
    </w:p>
    <w:p w14:paraId="3A87EB70" w14:textId="77777777" w:rsidR="00BD11B9" w:rsidRPr="00A62B4C" w:rsidRDefault="00BD11B9" w:rsidP="00BD11B9">
      <w:pPr>
        <w:rPr>
          <w:rFonts w:ascii="Verdana" w:eastAsia="Verdana" w:hAnsi="Verdana" w:cs="Times New Roman"/>
        </w:rPr>
      </w:pPr>
    </w:p>
    <w:p w14:paraId="0B5FEE6C" w14:textId="77777777" w:rsidR="00BD11B9" w:rsidRDefault="00BD11B9" w:rsidP="00BD11B9">
      <w:pPr>
        <w:jc w:val="center"/>
        <w:rPr>
          <w:rFonts w:cstheme="minorHAnsi"/>
          <w:b/>
          <w:szCs w:val="18"/>
        </w:rPr>
      </w:pPr>
      <w:r w:rsidRPr="001E7FD1">
        <w:rPr>
          <w:rFonts w:cstheme="minorHAnsi"/>
          <w:b/>
          <w:szCs w:val="18"/>
        </w:rPr>
        <w:t>OŚWIADCZENIE O ZACHOWANIU POUFNOŚCI</w:t>
      </w:r>
      <w:r>
        <w:rPr>
          <w:rFonts w:cstheme="minorHAnsi"/>
          <w:b/>
          <w:szCs w:val="18"/>
        </w:rPr>
        <w:t xml:space="preserve">  </w:t>
      </w:r>
    </w:p>
    <w:p w14:paraId="7A4A6AB1" w14:textId="77777777" w:rsidR="00BD11B9" w:rsidRDefault="00BD11B9" w:rsidP="00BD11B9">
      <w:pPr>
        <w:rPr>
          <w:rFonts w:eastAsia="Calibri" w:cstheme="minorHAnsi"/>
          <w:sz w:val="20"/>
          <w:lang w:eastAsia="pl-PL"/>
        </w:rPr>
      </w:pPr>
    </w:p>
    <w:p w14:paraId="13EBF0C1" w14:textId="4608BA5B" w:rsidR="00BD11B9" w:rsidRPr="00E14432" w:rsidRDefault="00BD11B9" w:rsidP="00BD11B9">
      <w:pPr>
        <w:rPr>
          <w:rFonts w:eastAsia="Calibri" w:cstheme="minorHAnsi"/>
          <w:b/>
          <w:i/>
          <w:sz w:val="20"/>
          <w:lang w:eastAsia="pl-PL"/>
        </w:rPr>
      </w:pPr>
      <w:r w:rsidRPr="009C2468">
        <w:rPr>
          <w:rFonts w:eastAsia="Calibri" w:cstheme="minorHAnsi"/>
          <w:sz w:val="20"/>
          <w:lang w:eastAsia="pl-PL"/>
        </w:rPr>
        <w:t xml:space="preserve">Dotyczy postępowania </w:t>
      </w:r>
      <w:r>
        <w:rPr>
          <w:rFonts w:eastAsia="Calibri" w:cstheme="minorHAnsi"/>
          <w:sz w:val="20"/>
          <w:lang w:eastAsia="pl-PL"/>
        </w:rPr>
        <w:t>zakupowego</w:t>
      </w:r>
      <w:r w:rsidRPr="009C2468">
        <w:rPr>
          <w:rFonts w:eastAsia="Calibri" w:cstheme="minorHAnsi"/>
          <w:sz w:val="20"/>
          <w:lang w:eastAsia="pl-PL"/>
        </w:rPr>
        <w:t xml:space="preserve"> </w:t>
      </w:r>
      <w:r>
        <w:rPr>
          <w:rFonts w:eastAsia="Calibri" w:cstheme="minorHAnsi"/>
          <w:sz w:val="20"/>
          <w:lang w:eastAsia="pl-PL"/>
        </w:rPr>
        <w:t xml:space="preserve">nr </w:t>
      </w:r>
      <w:r w:rsidRPr="00A13B19">
        <w:rPr>
          <w:rFonts w:eastAsia="Calibri" w:cstheme="minorHAnsi"/>
          <w:b/>
          <w:sz w:val="20"/>
          <w:lang w:eastAsia="pl-PL"/>
        </w:rPr>
        <w:t>POST/DYS/OW/GZ/</w:t>
      </w:r>
      <w:r>
        <w:rPr>
          <w:rFonts w:cstheme="minorHAnsi"/>
          <w:b/>
          <w:sz w:val="20"/>
        </w:rPr>
        <w:fldChar w:fldCharType="begin"/>
      </w:r>
      <w:r>
        <w:rPr>
          <w:rFonts w:cstheme="minorHAnsi"/>
          <w:b/>
          <w:sz w:val="20"/>
        </w:rPr>
        <w:instrText xml:space="preserve"> MERGEFIELD nr_postepowania </w:instrText>
      </w:r>
      <w:r>
        <w:rPr>
          <w:rFonts w:cstheme="minorHAnsi"/>
          <w:b/>
          <w:sz w:val="20"/>
        </w:rPr>
        <w:fldChar w:fldCharType="separate"/>
      </w:r>
      <w:r w:rsidR="00032F66" w:rsidRPr="00283D81">
        <w:rPr>
          <w:rFonts w:cstheme="minorHAnsi"/>
          <w:b/>
          <w:noProof/>
          <w:sz w:val="20"/>
        </w:rPr>
        <w:t>4277</w:t>
      </w:r>
      <w:r>
        <w:rPr>
          <w:rFonts w:cstheme="minorHAnsi"/>
          <w:b/>
          <w:sz w:val="20"/>
        </w:rPr>
        <w:fldChar w:fldCharType="end"/>
      </w:r>
      <w:r>
        <w:rPr>
          <w:rFonts w:cstheme="minorHAnsi"/>
          <w:b/>
          <w:sz w:val="20"/>
        </w:rPr>
        <w:t xml:space="preserve">/2025 </w:t>
      </w:r>
      <w:r w:rsidRPr="009C2468">
        <w:rPr>
          <w:rFonts w:eastAsia="Calibri" w:cstheme="minorHAnsi"/>
          <w:sz w:val="20"/>
          <w:lang w:eastAsia="pl-PL"/>
        </w:rPr>
        <w:t xml:space="preserve">prowadzonego w trybie </w:t>
      </w:r>
      <w:r>
        <w:rPr>
          <w:rFonts w:eastAsia="Calibri" w:cstheme="minorHAnsi"/>
          <w:sz w:val="20"/>
          <w:lang w:eastAsia="pl-PL"/>
        </w:rPr>
        <w:t>przetargu nieograniczonego</w:t>
      </w:r>
      <w:r w:rsidRPr="009C2468">
        <w:rPr>
          <w:rFonts w:eastAsia="Calibri" w:cstheme="minorHAnsi"/>
          <w:sz w:val="20"/>
          <w:lang w:eastAsia="pl-PL"/>
        </w:rPr>
        <w:t xml:space="preserve"> pn.</w:t>
      </w:r>
      <w:r>
        <w:rPr>
          <w:rFonts w:eastAsia="Calibri" w:cstheme="minorHAnsi"/>
          <w:sz w:val="20"/>
          <w:lang w:eastAsia="pl-PL"/>
        </w:rPr>
        <w:t xml:space="preserve">: </w:t>
      </w:r>
      <w:r>
        <w:rPr>
          <w:rFonts w:eastAsia="Calibri" w:cstheme="minorHAnsi"/>
          <w:b/>
          <w:i/>
          <w:sz w:val="20"/>
          <w:lang w:eastAsia="pl-PL"/>
        </w:rPr>
        <w:fldChar w:fldCharType="begin"/>
      </w:r>
      <w:r>
        <w:rPr>
          <w:rFonts w:eastAsia="Calibri" w:cstheme="minorHAnsi"/>
          <w:b/>
          <w:i/>
          <w:sz w:val="20"/>
          <w:lang w:eastAsia="pl-PL"/>
        </w:rPr>
        <w:instrText xml:space="preserve"> MERGEFIELD nazwa_post </w:instrText>
      </w:r>
      <w:r>
        <w:rPr>
          <w:rFonts w:eastAsia="Calibri" w:cstheme="minorHAnsi"/>
          <w:b/>
          <w:i/>
          <w:sz w:val="20"/>
          <w:lang w:eastAsia="pl-PL"/>
        </w:rPr>
        <w:fldChar w:fldCharType="separate"/>
      </w:r>
      <w:r w:rsidR="00032F66" w:rsidRPr="00283D81">
        <w:rPr>
          <w:rFonts w:eastAsia="Calibri" w:cstheme="minorHAnsi"/>
          <w:b/>
          <w:i/>
          <w:noProof/>
          <w:sz w:val="20"/>
          <w:lang w:eastAsia="pl-PL"/>
        </w:rPr>
        <w:t>Przeizolowanie linii nN 0,4kV wraz z przyłączami w miejscowościach: Górzno gm. Górzno, Piastów gm. Żelechów;</w:t>
      </w:r>
      <w:r>
        <w:rPr>
          <w:rFonts w:eastAsia="Calibri" w:cstheme="minorHAnsi"/>
          <w:b/>
          <w:i/>
          <w:sz w:val="20"/>
          <w:lang w:eastAsia="pl-PL"/>
        </w:rPr>
        <w:fldChar w:fldCharType="end"/>
      </w:r>
      <w:r w:rsidRPr="00837E9A">
        <w:rPr>
          <w:rFonts w:eastAsia="Calibri" w:cstheme="minorHAnsi"/>
          <w:b/>
          <w:i/>
          <w:sz w:val="20"/>
          <w:lang w:eastAsia="pl-PL"/>
        </w:rPr>
        <w:t>.</w:t>
      </w:r>
    </w:p>
    <w:p w14:paraId="5D7FD7AE" w14:textId="77777777" w:rsidR="00BD11B9" w:rsidRPr="00B67D39" w:rsidRDefault="00BD11B9" w:rsidP="00BD11B9">
      <w:pPr>
        <w:jc w:val="center"/>
        <w:rPr>
          <w:rFonts w:eastAsia="Verdana" w:cs="Times New Roman"/>
          <w:szCs w:val="18"/>
        </w:rPr>
      </w:pPr>
    </w:p>
    <w:p w14:paraId="0C821790" w14:textId="77777777" w:rsidR="00BD11B9" w:rsidRPr="009C2468" w:rsidRDefault="00BD11B9" w:rsidP="00BD11B9">
      <w:pPr>
        <w:autoSpaceDE w:val="0"/>
        <w:autoSpaceDN w:val="0"/>
        <w:adjustRightInd w:val="0"/>
        <w:spacing w:before="120" w:after="120"/>
        <w:outlineLvl w:val="0"/>
        <w:rPr>
          <w:rFonts w:eastAsia="Calibri" w:cstheme="minorHAnsi"/>
          <w:color w:val="FF0000"/>
          <w:sz w:val="20"/>
        </w:rPr>
      </w:pPr>
      <w:r w:rsidRPr="009C2468">
        <w:rPr>
          <w:rFonts w:eastAsia="Calibri" w:cstheme="minorHAnsi"/>
          <w:sz w:val="20"/>
        </w:rPr>
        <w:t>M</w:t>
      </w:r>
      <w:r w:rsidRPr="009C2468">
        <w:rPr>
          <w:rFonts w:eastAsia="Calibri" w:cstheme="minorHAnsi"/>
          <w:color w:val="000000"/>
          <w:sz w:val="20"/>
        </w:rPr>
        <w:t>ając na uwadze</w:t>
      </w:r>
      <w:r w:rsidRPr="009C2468">
        <w:rPr>
          <w:rFonts w:eastAsia="Calibri" w:cstheme="minorHAnsi"/>
          <w:sz w:val="20"/>
        </w:rPr>
        <w:t xml:space="preserve"> potrzebę zapewnienia ochrony i bezpieczeństwa informacji przekazywanych przez Zamawiającego, oświadczamy niniejszym, iż </w:t>
      </w:r>
      <w:r w:rsidRPr="009C2468">
        <w:rPr>
          <w:rFonts w:eastAsia="Calibri" w:cstheme="minorHAnsi"/>
          <w:b/>
          <w:sz w:val="20"/>
        </w:rPr>
        <w:t>zobowiązujemy się do zachowania w poufności informacji</w:t>
      </w:r>
      <w:r>
        <w:rPr>
          <w:rFonts w:eastAsia="Calibri" w:cstheme="minorHAnsi"/>
          <w:b/>
          <w:sz w:val="20"/>
        </w:rPr>
        <w:t xml:space="preserve"> poufnych</w:t>
      </w:r>
      <w:r w:rsidRPr="009C2468">
        <w:rPr>
          <w:rFonts w:eastAsia="Calibri" w:cstheme="minorHAnsi"/>
          <w:b/>
          <w:sz w:val="20"/>
        </w:rPr>
        <w:t xml:space="preserve"> uzyskanych od Zamawiającego w trakcie prowadzonego postępowania, zarówno w formie pisemnej, dokumentowej</w:t>
      </w:r>
      <w:r>
        <w:rPr>
          <w:rFonts w:eastAsia="Calibri" w:cstheme="minorHAnsi"/>
          <w:b/>
          <w:sz w:val="20"/>
        </w:rPr>
        <w:t>, elektronicznej jak i ustnej,</w:t>
      </w:r>
      <w:r w:rsidRPr="009C2468">
        <w:rPr>
          <w:rFonts w:eastAsia="Calibri" w:cstheme="minorHAnsi"/>
          <w:b/>
          <w:sz w:val="20"/>
        </w:rPr>
        <w:t xml:space="preserve"> a w szczególności do: </w:t>
      </w:r>
    </w:p>
    <w:p w14:paraId="75CEB19F"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15811773"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 xml:space="preserve">Zapewnienia wyżej wymienionym informacjom ochrony przed nieuprawnionym ujawnieniem, upublicznieniem, udostępnieniem lub utratą;  </w:t>
      </w:r>
    </w:p>
    <w:p w14:paraId="146D65D4" w14:textId="77777777" w:rsidR="00BD11B9" w:rsidRPr="009C2468" w:rsidRDefault="00BD11B9" w:rsidP="00AB3D40">
      <w:pPr>
        <w:numPr>
          <w:ilvl w:val="1"/>
          <w:numId w:val="32"/>
        </w:numPr>
        <w:autoSpaceDE w:val="0"/>
        <w:autoSpaceDN w:val="0"/>
        <w:adjustRightInd w:val="0"/>
        <w:spacing w:after="0"/>
        <w:ind w:left="357"/>
        <w:jc w:val="both"/>
        <w:rPr>
          <w:rFonts w:eastAsia="Calibri" w:cstheme="minorHAnsi"/>
          <w:sz w:val="20"/>
        </w:rPr>
      </w:pPr>
      <w:r w:rsidRPr="009C2468">
        <w:rPr>
          <w:rFonts w:eastAsia="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3E841B1" w14:textId="77777777" w:rsidR="00BD11B9" w:rsidRPr="009C2468" w:rsidRDefault="00BD11B9" w:rsidP="00AB3D40">
      <w:pPr>
        <w:numPr>
          <w:ilvl w:val="1"/>
          <w:numId w:val="32"/>
        </w:numPr>
        <w:autoSpaceDE w:val="0"/>
        <w:autoSpaceDN w:val="0"/>
        <w:adjustRightInd w:val="0"/>
        <w:spacing w:before="120" w:after="0"/>
        <w:contextualSpacing/>
        <w:jc w:val="both"/>
        <w:rPr>
          <w:rFonts w:eastAsia="Calibri" w:cstheme="minorHAnsi"/>
          <w:sz w:val="20"/>
        </w:rPr>
      </w:pPr>
      <w:r w:rsidRPr="009C2468">
        <w:rPr>
          <w:rFonts w:eastAsia="Calibri" w:cstheme="minorHAnsi"/>
          <w:sz w:val="20"/>
        </w:rPr>
        <w:t xml:space="preserve">Zapłacenia na rzecz PGE Dystrybucja S.A. kary umownej </w:t>
      </w:r>
      <w:r>
        <w:rPr>
          <w:rFonts w:eastAsia="Calibri" w:cstheme="minorHAnsi"/>
          <w:sz w:val="20"/>
        </w:rPr>
        <w:t>określonej w umowie</w:t>
      </w:r>
      <w:r w:rsidRPr="009C2468">
        <w:rPr>
          <w:rFonts w:eastAsia="Calibr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402D0EAC" w14:textId="77777777" w:rsidR="00BD11B9" w:rsidRPr="009C2468" w:rsidRDefault="00BD11B9" w:rsidP="00BD11B9">
      <w:pPr>
        <w:autoSpaceDE w:val="0"/>
        <w:autoSpaceDN w:val="0"/>
        <w:adjustRightInd w:val="0"/>
        <w:spacing w:before="120" w:after="120"/>
        <w:ind w:left="360"/>
        <w:contextualSpacing/>
        <w:rPr>
          <w:rFonts w:eastAsia="Calibri" w:cstheme="minorHAnsi"/>
          <w:sz w:val="20"/>
        </w:rPr>
      </w:pPr>
      <w:r w:rsidRPr="009C2468">
        <w:rPr>
          <w:rFonts w:eastAsia="Calibri" w:cstheme="minorHAnsi"/>
          <w:sz w:val="20"/>
        </w:rPr>
        <w:t xml:space="preserve"> </w:t>
      </w:r>
    </w:p>
    <w:p w14:paraId="1B98C17E" w14:textId="77777777" w:rsidR="00BD11B9" w:rsidRPr="009C2468"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Zobowiązujemy się dochować powyższych wymogów zarówno w trakcie prowadzenia postępowania, jak i po jego zakończeniu.</w:t>
      </w:r>
    </w:p>
    <w:p w14:paraId="4E43AC8E" w14:textId="77777777" w:rsidR="00BD11B9" w:rsidRPr="007B5C8C" w:rsidRDefault="00BD11B9" w:rsidP="00BD11B9">
      <w:pPr>
        <w:autoSpaceDE w:val="0"/>
        <w:autoSpaceDN w:val="0"/>
        <w:adjustRightInd w:val="0"/>
        <w:spacing w:before="120" w:after="120"/>
        <w:rPr>
          <w:rFonts w:eastAsia="Calibri" w:cstheme="minorHAnsi"/>
          <w:sz w:val="20"/>
        </w:rPr>
      </w:pPr>
      <w:r w:rsidRPr="009C2468">
        <w:rPr>
          <w:rFonts w:eastAsia="Calibr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eastAsia="Calibri" w:cstheme="minorHAnsi"/>
          <w:sz w:val="20"/>
        </w:rPr>
        <w:t>t.j</w:t>
      </w:r>
      <w:proofErr w:type="spellEnd"/>
      <w:r w:rsidRPr="009C2468">
        <w:rPr>
          <w:rFonts w:eastAsia="Calibri" w:cstheme="minorHAnsi"/>
          <w:sz w:val="20"/>
        </w:rPr>
        <w:t>. Dz. U. 2020, poz. 1913 ze zm</w:t>
      </w:r>
      <w:r w:rsidRPr="007B5C8C">
        <w:rPr>
          <w:rFonts w:eastAsia="Calibri" w:cstheme="minorHAnsi"/>
          <w:sz w:val="20"/>
        </w:rPr>
        <w:t>.).</w:t>
      </w:r>
    </w:p>
    <w:p w14:paraId="153F9CC1" w14:textId="77777777" w:rsidR="00BD11B9" w:rsidRPr="006F7CF2" w:rsidRDefault="00BD11B9" w:rsidP="00BD11B9">
      <w:pPr>
        <w:jc w:val="both"/>
        <w:rPr>
          <w:rFonts w:cstheme="minorHAnsi"/>
          <w:szCs w:val="18"/>
        </w:rPr>
      </w:pPr>
    </w:p>
    <w:p w14:paraId="446D516F" w14:textId="77777777" w:rsidR="00BD11B9" w:rsidRDefault="00BD11B9" w:rsidP="00BD11B9">
      <w:pPr>
        <w:rPr>
          <w:rFonts w:cstheme="minorHAnsi"/>
        </w:rPr>
      </w:pPr>
    </w:p>
    <w:p w14:paraId="30D9E771"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290A4E8" w14:textId="77777777" w:rsidR="00BD11B9" w:rsidRPr="001E7FD1" w:rsidRDefault="00BD11B9" w:rsidP="00BD11B9">
      <w:pPr>
        <w:ind w:left="5398" w:right="68" w:hanging="153"/>
        <w:jc w:val="center"/>
        <w:rPr>
          <w:rFonts w:cstheme="minorHAnsi"/>
          <w:i/>
          <w:sz w:val="16"/>
          <w:szCs w:val="16"/>
        </w:rPr>
      </w:pPr>
      <w:r w:rsidRPr="001E7FD1">
        <w:rPr>
          <w:rFonts w:cstheme="minorHAnsi"/>
          <w:i/>
          <w:sz w:val="16"/>
          <w:szCs w:val="16"/>
        </w:rPr>
        <w:t>Data i podpis osoby/osób umocowanej(</w:t>
      </w:r>
      <w:proofErr w:type="spellStart"/>
      <w:r w:rsidRPr="001E7FD1">
        <w:rPr>
          <w:rFonts w:cstheme="minorHAnsi"/>
          <w:i/>
          <w:sz w:val="16"/>
          <w:szCs w:val="16"/>
        </w:rPr>
        <w:t>ych</w:t>
      </w:r>
      <w:proofErr w:type="spellEnd"/>
      <w:r w:rsidRPr="001E7FD1">
        <w:rPr>
          <w:rFonts w:cstheme="minorHAnsi"/>
          <w:i/>
          <w:sz w:val="16"/>
          <w:szCs w:val="16"/>
        </w:rPr>
        <w:t>) do złożenia podpisu w imieniu Podmiotu udostępniającego zasoby</w:t>
      </w:r>
    </w:p>
    <w:p w14:paraId="76BC8D02" w14:textId="77777777" w:rsidR="00032F66" w:rsidRDefault="00032F66" w:rsidP="00BD11B9">
      <w:pPr>
        <w:jc w:val="right"/>
        <w:rPr>
          <w:rFonts w:ascii="Verdana" w:eastAsia="Verdana" w:hAnsi="Verdana" w:cs="Times New Roman"/>
          <w:b/>
        </w:rPr>
      </w:pPr>
    </w:p>
    <w:p w14:paraId="073D668F" w14:textId="77777777" w:rsidR="00032F66" w:rsidRDefault="00032F66" w:rsidP="00BD11B9">
      <w:pPr>
        <w:jc w:val="right"/>
        <w:rPr>
          <w:rFonts w:ascii="Verdana" w:eastAsia="Verdana" w:hAnsi="Verdana" w:cs="Times New Roman"/>
          <w:b/>
        </w:rPr>
      </w:pPr>
    </w:p>
    <w:p w14:paraId="2636CB66" w14:textId="77777777" w:rsidR="00032F66" w:rsidRDefault="00032F66" w:rsidP="00BD11B9">
      <w:pPr>
        <w:jc w:val="right"/>
        <w:rPr>
          <w:rFonts w:ascii="Verdana" w:eastAsia="Verdana" w:hAnsi="Verdana" w:cs="Times New Roman"/>
          <w:b/>
        </w:rPr>
      </w:pPr>
    </w:p>
    <w:p w14:paraId="093E580D" w14:textId="77777777" w:rsidR="00032F66" w:rsidRDefault="00032F66" w:rsidP="00BD11B9">
      <w:pPr>
        <w:jc w:val="right"/>
        <w:rPr>
          <w:rFonts w:ascii="Verdana" w:eastAsia="Verdana" w:hAnsi="Verdana" w:cs="Times New Roman"/>
          <w:b/>
        </w:rPr>
      </w:pPr>
    </w:p>
    <w:p w14:paraId="366BD06E" w14:textId="1F25D3E2" w:rsidR="00BD11B9" w:rsidRPr="00535E9B" w:rsidRDefault="00BD11B9" w:rsidP="00BD11B9">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6127D829" w14:textId="77777777" w:rsidR="00BD11B9" w:rsidRDefault="00BD11B9" w:rsidP="00BD11B9">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BD11B9" w:rsidRPr="003C16EE" w14:paraId="488F7208" w14:textId="77777777" w:rsidTr="00C024EF">
        <w:trPr>
          <w:trHeight w:val="1820"/>
          <w:jc w:val="center"/>
        </w:trPr>
        <w:tc>
          <w:tcPr>
            <w:tcW w:w="3965" w:type="dxa"/>
            <w:tcBorders>
              <w:right w:val="single" w:sz="4" w:space="0" w:color="auto"/>
            </w:tcBorders>
          </w:tcPr>
          <w:p w14:paraId="509C92AE" w14:textId="77777777" w:rsidR="00BD11B9" w:rsidRPr="003C16EE" w:rsidRDefault="00BD11B9" w:rsidP="00C024EF">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21B40BBB" w14:textId="77777777" w:rsidR="00BD11B9" w:rsidRPr="003C16EE" w:rsidRDefault="00BD11B9" w:rsidP="00C024EF">
            <w:pPr>
              <w:ind w:right="28"/>
              <w:rPr>
                <w:rFonts w:asciiTheme="minorHAnsi" w:hAnsiTheme="minorHAnsi" w:cstheme="minorHAnsi"/>
              </w:rPr>
            </w:pPr>
          </w:p>
          <w:p w14:paraId="1332DBB4"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212348E8" w14:textId="77777777" w:rsidR="00BD11B9" w:rsidRPr="003C16EE" w:rsidRDefault="00BD11B9" w:rsidP="00C024EF">
            <w:pPr>
              <w:ind w:right="28"/>
              <w:jc w:val="center"/>
              <w:rPr>
                <w:rFonts w:asciiTheme="minorHAnsi" w:hAnsiTheme="minorHAnsi" w:cstheme="minorHAnsi"/>
              </w:rPr>
            </w:pPr>
            <w:r w:rsidRPr="003C16EE">
              <w:rPr>
                <w:rFonts w:asciiTheme="minorHAnsi" w:hAnsiTheme="minorHAnsi" w:cstheme="minorHAnsi"/>
              </w:rPr>
              <w:t>………………………………………………</w:t>
            </w:r>
          </w:p>
          <w:p w14:paraId="61B0AED1" w14:textId="77777777" w:rsidR="00BD11B9" w:rsidRPr="003C16EE" w:rsidRDefault="00BD11B9" w:rsidP="00C024EF">
            <w:pPr>
              <w:ind w:right="28"/>
              <w:jc w:val="center"/>
              <w:rPr>
                <w:rFonts w:asciiTheme="minorHAnsi" w:hAnsiTheme="minorHAnsi" w:cstheme="minorHAnsi"/>
                <w:i/>
              </w:rPr>
            </w:pPr>
            <w:r w:rsidRPr="003C16EE">
              <w:rPr>
                <w:rFonts w:asciiTheme="minorHAnsi" w:hAnsiTheme="minorHAnsi" w:cstheme="minorHAnsi"/>
                <w:i/>
              </w:rPr>
              <w:t>Nazwa i adres</w:t>
            </w:r>
          </w:p>
          <w:p w14:paraId="522F6D27" w14:textId="77777777" w:rsidR="00BD11B9" w:rsidRPr="003C16EE" w:rsidRDefault="00BD11B9" w:rsidP="00C024EF">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007B5A39" w14:textId="77777777" w:rsidR="00BD11B9" w:rsidRPr="003C16EE" w:rsidRDefault="00BD11B9" w:rsidP="00C024EF">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1740E326" w14:textId="77777777" w:rsidR="00BD11B9" w:rsidRPr="003C16EE" w:rsidRDefault="00BD11B9" w:rsidP="00C024EF">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F56E340" w14:textId="77777777" w:rsidR="00BD11B9" w:rsidRPr="003C16EE" w:rsidRDefault="00BD11B9" w:rsidP="00C024EF">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3358E74E" w14:textId="77777777" w:rsidR="00BD11B9" w:rsidRPr="003C16EE"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74AE5D62" w14:textId="77777777" w:rsidR="00BD11B9" w:rsidRPr="004143F4" w:rsidRDefault="00BD11B9" w:rsidP="00C024EF">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60416A14" w14:textId="77777777" w:rsidR="00BD11B9" w:rsidRPr="003C16EE" w:rsidRDefault="00BD11B9" w:rsidP="00C024EF">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1684E8" w14:textId="77777777" w:rsidR="00BD11B9" w:rsidRPr="00A62B4C" w:rsidRDefault="00BD11B9" w:rsidP="00BD11B9">
      <w:pPr>
        <w:jc w:val="both"/>
        <w:rPr>
          <w:rFonts w:ascii="Verdana" w:eastAsia="Verdana" w:hAnsi="Verdana" w:cs="Times New Roman"/>
        </w:rPr>
      </w:pPr>
    </w:p>
    <w:p w14:paraId="74F5969D" w14:textId="77777777" w:rsidR="00BD11B9" w:rsidRPr="00381365" w:rsidRDefault="00BD11B9" w:rsidP="00BD11B9">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0C9FF92D" w14:textId="77777777" w:rsidR="00BD11B9" w:rsidRPr="00A62B4C" w:rsidRDefault="00BD11B9" w:rsidP="00BD11B9">
      <w:pPr>
        <w:jc w:val="both"/>
        <w:rPr>
          <w:rFonts w:ascii="Verdana" w:eastAsia="Verdana" w:hAnsi="Verdana" w:cs="Times New Roman"/>
        </w:rPr>
      </w:pPr>
    </w:p>
    <w:p w14:paraId="7026FBCD" w14:textId="0829B3B6" w:rsidR="00BD11B9" w:rsidRPr="00381365" w:rsidRDefault="00BD11B9" w:rsidP="00BD11B9">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032F66" w:rsidRPr="00283D81">
        <w:rPr>
          <w:rFonts w:cstheme="minorHAnsi"/>
          <w:b/>
          <w:noProof/>
          <w:lang w:eastAsia="pl-PL"/>
        </w:rPr>
        <w:t>4277</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00032F66" w:rsidRPr="00283D81">
        <w:rPr>
          <w:rFonts w:cstheme="minorHAnsi"/>
          <w:b/>
          <w:noProof/>
        </w:rPr>
        <w:t>Przeizolowanie linii nN 0,4kV wraz z przyłączami w miejscowościach: Górzno gm. Górzno, Piastów gm. Żelechów;</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2296DA1D" w14:textId="77777777" w:rsidR="00BD11B9" w:rsidRDefault="00BD11B9" w:rsidP="00BD11B9">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BD11B9" w:rsidRPr="00381365" w14:paraId="7F4E090E" w14:textId="77777777" w:rsidTr="00C024E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03A6115"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AAB0E3D" w14:textId="77777777" w:rsidR="00BD11B9" w:rsidRPr="00381365" w:rsidRDefault="00BD11B9" w:rsidP="00C024EF">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BD11B9" w:rsidRPr="00381365" w14:paraId="3166AEC5" w14:textId="77777777" w:rsidTr="00C024E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FBE688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76BDDCD6"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6CCDE212"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05DB46B" w14:textId="77777777" w:rsidTr="00C024E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B4B9A80"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2E72FFA9" w14:textId="77777777" w:rsidR="00BD11B9" w:rsidRPr="00381365" w:rsidRDefault="00BD11B9" w:rsidP="00C024EF">
            <w:pPr>
              <w:rPr>
                <w:rFonts w:cstheme="minorHAnsi"/>
                <w:szCs w:val="18"/>
              </w:rPr>
            </w:pPr>
            <w:r w:rsidRPr="00381365">
              <w:rPr>
                <w:rFonts w:cstheme="minorHAnsi"/>
                <w:szCs w:val="18"/>
              </w:rPr>
              <w:t>Adres siedziby podmiotu przetwarzającego - prosimy o podanie adresu siedziby z CEIDG lub KRS:</w:t>
            </w:r>
          </w:p>
          <w:p w14:paraId="0CC6C41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266875B6" w14:textId="77777777" w:rsidTr="00C024E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5DF55B2"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3E76BED" w14:textId="77777777" w:rsidR="00BD11B9" w:rsidRPr="00381365" w:rsidRDefault="00BD11B9" w:rsidP="00C024EF">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02429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1523D08" w14:textId="77777777" w:rsidTr="00C024E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1078851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A9658C8" w14:textId="77777777" w:rsidR="00BD11B9" w:rsidRPr="00381365" w:rsidRDefault="00BD11B9" w:rsidP="00C024EF">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74D8EEE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C26DCAF"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C346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872F464" w14:textId="77777777" w:rsidR="00BD11B9" w:rsidRPr="00381365" w:rsidRDefault="00BD11B9" w:rsidP="00C024EF">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3D1650C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449C5E75"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ECE3FE"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2FF34684" w14:textId="77777777" w:rsidR="00BD11B9" w:rsidRPr="00381365" w:rsidRDefault="00BD11B9" w:rsidP="00C024EF">
            <w:pPr>
              <w:rPr>
                <w:rFonts w:cstheme="minorHAnsi"/>
                <w:szCs w:val="18"/>
              </w:rPr>
            </w:pPr>
            <w:r w:rsidRPr="00381365">
              <w:rPr>
                <w:rFonts w:cstheme="minorHAnsi"/>
                <w:szCs w:val="18"/>
              </w:rPr>
              <w:t>Czy podmiot przetwarzający opracował polityki/procedury w zakresie ochrony danych osobowych?*</w:t>
            </w:r>
          </w:p>
          <w:p w14:paraId="22E4F51F"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7BC99D51"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DE0912F"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6B2E9A61" w14:textId="77777777" w:rsidR="00BD11B9" w:rsidRPr="00381365" w:rsidRDefault="00BD11B9" w:rsidP="00C024EF">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5E56110"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0CDBD67B"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A52C0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5B96EF45" w14:textId="77777777" w:rsidR="00BD11B9" w:rsidRPr="00381365" w:rsidRDefault="00BD11B9" w:rsidP="00C024EF">
            <w:pPr>
              <w:rPr>
                <w:rFonts w:cstheme="minorHAnsi"/>
                <w:szCs w:val="18"/>
              </w:rPr>
            </w:pPr>
            <w:r w:rsidRPr="00381365">
              <w:rPr>
                <w:rFonts w:cstheme="minorHAnsi"/>
                <w:szCs w:val="18"/>
              </w:rPr>
              <w:t>Czy pracownicy podmiotu zostali zobowiązani do zachowania poufności przetwarzanych danych osobowych?</w:t>
            </w:r>
          </w:p>
          <w:p w14:paraId="48660508" w14:textId="77777777" w:rsidR="00BD11B9" w:rsidRPr="00381365" w:rsidRDefault="00BD11B9" w:rsidP="00C024EF">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BD11B9" w:rsidRPr="00381365" w14:paraId="127A95D8"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8BFE69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24FE8B72" w14:textId="77777777" w:rsidR="00BD11B9" w:rsidRPr="00381365" w:rsidRDefault="00BD11B9" w:rsidP="00C024EF">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543864A9"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049E4F2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3D328E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6D510EA" w14:textId="77777777" w:rsidR="00BD11B9" w:rsidRPr="00381365" w:rsidRDefault="00BD11B9" w:rsidP="00C024EF">
            <w:pPr>
              <w:rPr>
                <w:rFonts w:cstheme="minorHAnsi"/>
                <w:szCs w:val="18"/>
              </w:rPr>
            </w:pPr>
            <w:r w:rsidRPr="00381365">
              <w:rPr>
                <w:rFonts w:cstheme="minorHAnsi"/>
                <w:szCs w:val="18"/>
              </w:rPr>
              <w:t>Czy podmiot przetwarzający korzysta wyłącznie z licencjonowanych programów/systemów teleinformatycznych?</w:t>
            </w:r>
          </w:p>
          <w:p w14:paraId="46F6C988"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7C78590"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4F88D3"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2E40D195" w14:textId="77777777" w:rsidR="00BD11B9" w:rsidRPr="00381365" w:rsidRDefault="00BD11B9" w:rsidP="00C024EF">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7B50D2F"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42E3F5E3"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5BB5B6"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7556DD22" w14:textId="77777777" w:rsidR="00BD11B9" w:rsidRPr="00381365" w:rsidRDefault="00BD11B9" w:rsidP="00C024EF">
            <w:pPr>
              <w:rPr>
                <w:rFonts w:cstheme="minorHAnsi"/>
                <w:szCs w:val="18"/>
              </w:rPr>
            </w:pPr>
            <w:r w:rsidRPr="00381365">
              <w:rPr>
                <w:rFonts w:cstheme="minorHAnsi"/>
                <w:szCs w:val="18"/>
              </w:rPr>
              <w:t xml:space="preserve">Czy podmiot przetwarzający tworzy kopie zapasowe dla systemów teleinformatycznych? </w:t>
            </w:r>
          </w:p>
          <w:p w14:paraId="206E4F46"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54DD9FA9"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E5CEDEA"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E200BCB" w14:textId="77777777" w:rsidR="00BD11B9" w:rsidRPr="00381365" w:rsidRDefault="00BD11B9" w:rsidP="00C024EF">
            <w:pPr>
              <w:rPr>
                <w:rFonts w:cstheme="minorHAnsi"/>
                <w:szCs w:val="18"/>
              </w:rPr>
            </w:pPr>
            <w:r w:rsidRPr="00381365">
              <w:rPr>
                <w:rFonts w:cstheme="minorHAnsi"/>
                <w:szCs w:val="18"/>
              </w:rPr>
              <w:t xml:space="preserve">Czy podmiot przetwarzający umożliwia realizację prawa jednostki zgodnie z RODO? </w:t>
            </w:r>
          </w:p>
          <w:p w14:paraId="7E711FCB"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75B49902"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5430C68"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083FCED9" w14:textId="77777777" w:rsidR="00BD11B9" w:rsidRPr="00381365" w:rsidRDefault="00BD11B9" w:rsidP="00C024EF">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12EEFEE0" w14:textId="77777777" w:rsidR="00BD11B9" w:rsidRPr="00381365" w:rsidRDefault="00BD11B9" w:rsidP="00C024EF">
            <w:pPr>
              <w:rPr>
                <w:rFonts w:cstheme="minorHAnsi"/>
                <w:szCs w:val="18"/>
              </w:rPr>
            </w:pPr>
            <w:r w:rsidRPr="00381365">
              <w:rPr>
                <w:rFonts w:cstheme="minorHAnsi"/>
                <w:szCs w:val="18"/>
              </w:rPr>
              <w:t>...</w:t>
            </w:r>
          </w:p>
        </w:tc>
      </w:tr>
      <w:tr w:rsidR="00BD11B9" w:rsidRPr="00381365" w14:paraId="67DCCB4E" w14:textId="77777777" w:rsidTr="00C024E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EE66D" w14:textId="77777777" w:rsidR="00BD11B9" w:rsidRPr="00381365" w:rsidRDefault="00BD11B9" w:rsidP="00C024EF">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FBAB173" w14:textId="77777777" w:rsidR="00BD11B9" w:rsidRPr="00381365" w:rsidRDefault="00BD11B9" w:rsidP="00C024EF">
            <w:pPr>
              <w:rPr>
                <w:rFonts w:cstheme="minorHAnsi"/>
                <w:szCs w:val="18"/>
              </w:rPr>
            </w:pPr>
            <w:r w:rsidRPr="00381365">
              <w:rPr>
                <w:rFonts w:cstheme="minorHAnsi"/>
                <w:szCs w:val="18"/>
              </w:rPr>
              <w:t>Prosimy o wskazanie danych osoby wypełniającej ankietę (imię, nazwisko, stanowisko, telefon, adres email):</w:t>
            </w:r>
          </w:p>
          <w:p w14:paraId="4836580D" w14:textId="77777777" w:rsidR="00BD11B9" w:rsidRPr="00381365" w:rsidRDefault="00BD11B9" w:rsidP="00C024EF">
            <w:pPr>
              <w:rPr>
                <w:rFonts w:cstheme="minorHAnsi"/>
                <w:szCs w:val="18"/>
              </w:rPr>
            </w:pPr>
            <w:r w:rsidRPr="00381365">
              <w:rPr>
                <w:rFonts w:cstheme="minorHAnsi"/>
                <w:szCs w:val="18"/>
              </w:rPr>
              <w:t>...</w:t>
            </w:r>
          </w:p>
        </w:tc>
      </w:tr>
    </w:tbl>
    <w:p w14:paraId="1C704E59" w14:textId="77777777" w:rsidR="00BD11B9" w:rsidRDefault="00BD11B9" w:rsidP="00BD11B9">
      <w:pPr>
        <w:rPr>
          <w:rFonts w:ascii="Verdana" w:eastAsia="Verdana" w:hAnsi="Verdana" w:cs="Times New Roman"/>
        </w:rPr>
      </w:pPr>
    </w:p>
    <w:p w14:paraId="1B7A6C19" w14:textId="77777777" w:rsidR="00BD11B9" w:rsidRDefault="00BD11B9" w:rsidP="00BD11B9">
      <w:pPr>
        <w:rPr>
          <w:rFonts w:cstheme="minorHAnsi"/>
        </w:rPr>
      </w:pPr>
      <w:r w:rsidRPr="00381365">
        <w:rPr>
          <w:rFonts w:cstheme="minorHAnsi"/>
        </w:rPr>
        <w:t>*Zamawiający może zażądać przedstawienia ww. dokumentów.</w:t>
      </w:r>
    </w:p>
    <w:p w14:paraId="4291C4A9" w14:textId="77777777" w:rsidR="00BD11B9" w:rsidRDefault="00BD11B9" w:rsidP="00BD11B9">
      <w:pPr>
        <w:rPr>
          <w:rFonts w:cstheme="minorHAnsi"/>
        </w:rPr>
      </w:pPr>
    </w:p>
    <w:p w14:paraId="6D326F78" w14:textId="77777777" w:rsidR="00BD11B9" w:rsidRDefault="00BD11B9" w:rsidP="00BD11B9">
      <w:pPr>
        <w:rPr>
          <w:rFonts w:cstheme="minorHAnsi"/>
        </w:rPr>
      </w:pPr>
    </w:p>
    <w:p w14:paraId="42EB33E6" w14:textId="77777777" w:rsidR="00BD11B9" w:rsidRDefault="00BD11B9" w:rsidP="00BD11B9">
      <w:pPr>
        <w:rPr>
          <w:rFonts w:cstheme="minorHAnsi"/>
        </w:rPr>
      </w:pPr>
    </w:p>
    <w:p w14:paraId="5432C835" w14:textId="77777777" w:rsidR="00BD11B9" w:rsidRDefault="00BD11B9" w:rsidP="00BD11B9">
      <w:pPr>
        <w:rPr>
          <w:rFonts w:cstheme="minorHAnsi"/>
        </w:rPr>
      </w:pPr>
    </w:p>
    <w:p w14:paraId="3B37884C" w14:textId="77777777" w:rsidR="00BD11B9" w:rsidRDefault="00BD11B9" w:rsidP="00BD11B9">
      <w:pPr>
        <w:rPr>
          <w:rFonts w:cstheme="minorHAnsi"/>
        </w:rPr>
      </w:pPr>
    </w:p>
    <w:p w14:paraId="5C74ACCA" w14:textId="77777777" w:rsidR="00BD11B9" w:rsidRDefault="00BD11B9" w:rsidP="00BD11B9">
      <w:pPr>
        <w:rPr>
          <w:rFonts w:cstheme="minorHAnsi"/>
        </w:rPr>
      </w:pPr>
    </w:p>
    <w:p w14:paraId="0315B1C7" w14:textId="77777777" w:rsidR="00BD11B9" w:rsidRPr="009C2468" w:rsidRDefault="00BD11B9" w:rsidP="00BD11B9">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251E473"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AB602B8"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3932FD3" w14:textId="77777777" w:rsidR="00BD11B9" w:rsidRPr="00381365" w:rsidRDefault="00BD11B9" w:rsidP="00BD11B9">
      <w:pPr>
        <w:rPr>
          <w:rFonts w:cstheme="minorHAnsi"/>
        </w:rPr>
      </w:pPr>
    </w:p>
    <w:p w14:paraId="009E8979" w14:textId="77777777" w:rsidR="00BD11B9" w:rsidRPr="00A62B4C" w:rsidRDefault="00BD11B9" w:rsidP="00BD11B9">
      <w:pPr>
        <w:rPr>
          <w:rFonts w:ascii="Verdana" w:eastAsia="Verdana" w:hAnsi="Verdana" w:cs="Times New Roman"/>
        </w:rPr>
      </w:pPr>
    </w:p>
    <w:p w14:paraId="5D0C95F0" w14:textId="77777777" w:rsidR="00BD11B9" w:rsidRPr="00A62B4C" w:rsidRDefault="00BD11B9" w:rsidP="00BD11B9">
      <w:pPr>
        <w:rPr>
          <w:rFonts w:ascii="Verdana" w:eastAsia="Verdana" w:hAnsi="Verdana" w:cs="Times New Roman"/>
        </w:rPr>
      </w:pPr>
    </w:p>
    <w:p w14:paraId="46E0EDC2" w14:textId="77777777" w:rsidR="00BD11B9" w:rsidRPr="00A62B4C" w:rsidRDefault="00BD11B9" w:rsidP="00BD11B9">
      <w:pPr>
        <w:rPr>
          <w:rFonts w:ascii="Verdana" w:eastAsia="Verdana" w:hAnsi="Verdana" w:cs="Times New Roman"/>
        </w:rPr>
      </w:pPr>
    </w:p>
    <w:p w14:paraId="3E0DFB0D" w14:textId="77777777" w:rsidR="00BD11B9" w:rsidRPr="00A62B4C" w:rsidRDefault="00BD11B9" w:rsidP="00BD11B9">
      <w:pPr>
        <w:rPr>
          <w:rFonts w:ascii="Verdana" w:eastAsia="Verdana" w:hAnsi="Verdana" w:cs="Times New Roman"/>
        </w:rPr>
      </w:pPr>
    </w:p>
    <w:p w14:paraId="3964F7D1" w14:textId="77777777" w:rsidR="00BD11B9" w:rsidRPr="00A62B4C" w:rsidRDefault="00BD11B9" w:rsidP="00BD11B9">
      <w:pPr>
        <w:rPr>
          <w:rFonts w:ascii="Verdana" w:eastAsia="Verdana" w:hAnsi="Verdana" w:cs="Times New Roman"/>
        </w:rPr>
      </w:pPr>
    </w:p>
    <w:p w14:paraId="7183DB73" w14:textId="77777777" w:rsidR="00BD11B9" w:rsidRPr="00A62B4C" w:rsidRDefault="00BD11B9" w:rsidP="00BD11B9">
      <w:pPr>
        <w:rPr>
          <w:rFonts w:ascii="Verdana" w:eastAsia="Verdana" w:hAnsi="Verdana" w:cs="Times New Roman"/>
        </w:rPr>
      </w:pPr>
    </w:p>
    <w:p w14:paraId="01672B1D" w14:textId="77777777" w:rsidR="00BD11B9" w:rsidRPr="00A62B4C" w:rsidRDefault="00BD11B9" w:rsidP="00BD11B9">
      <w:pPr>
        <w:rPr>
          <w:rFonts w:ascii="Verdana" w:eastAsia="Verdana" w:hAnsi="Verdana" w:cs="Times New Roman"/>
        </w:rPr>
      </w:pPr>
    </w:p>
    <w:p w14:paraId="6DED9F8B" w14:textId="77777777" w:rsidR="00BD11B9" w:rsidRPr="00A62B4C" w:rsidRDefault="00BD11B9" w:rsidP="00BD11B9">
      <w:pPr>
        <w:rPr>
          <w:rFonts w:ascii="Verdana" w:eastAsia="Verdana" w:hAnsi="Verdana" w:cs="Times New Roman"/>
        </w:rPr>
      </w:pPr>
    </w:p>
    <w:p w14:paraId="500E978D" w14:textId="77777777" w:rsidR="00BD11B9" w:rsidRPr="00A62B4C" w:rsidRDefault="00BD11B9" w:rsidP="00BD11B9">
      <w:pPr>
        <w:rPr>
          <w:rFonts w:ascii="Verdana" w:eastAsia="Verdana" w:hAnsi="Verdana" w:cs="Times New Roman"/>
        </w:rPr>
      </w:pPr>
    </w:p>
    <w:p w14:paraId="5AD8CB92" w14:textId="77777777" w:rsidR="00BD11B9" w:rsidRDefault="00BD11B9" w:rsidP="00BD11B9">
      <w:pPr>
        <w:rPr>
          <w:rFonts w:ascii="Verdana" w:eastAsia="Verdana" w:hAnsi="Verdana" w:cs="Times New Roman"/>
        </w:rPr>
      </w:pPr>
    </w:p>
    <w:p w14:paraId="4A068797" w14:textId="77777777" w:rsidR="00BD11B9" w:rsidRPr="00A62B4C" w:rsidRDefault="00BD11B9" w:rsidP="00BD11B9">
      <w:pPr>
        <w:tabs>
          <w:tab w:val="left" w:pos="8509"/>
        </w:tabs>
        <w:rPr>
          <w:rFonts w:ascii="Verdana" w:eastAsia="Verdana" w:hAnsi="Verdana" w:cs="Times New Roman"/>
        </w:rPr>
      </w:pPr>
      <w:r>
        <w:rPr>
          <w:rFonts w:ascii="Verdana" w:eastAsia="Verdana" w:hAnsi="Verdana" w:cs="Times New Roman"/>
        </w:rPr>
        <w:tab/>
      </w:r>
    </w:p>
    <w:p w14:paraId="52B295E2" w14:textId="19742D9F" w:rsidR="00535E9B" w:rsidRPr="00A62B4C" w:rsidRDefault="00535E9B" w:rsidP="00A62B4C">
      <w:pPr>
        <w:tabs>
          <w:tab w:val="left" w:pos="8509"/>
        </w:tabs>
        <w:rPr>
          <w:rFonts w:ascii="Verdana" w:eastAsia="Verdana" w:hAnsi="Verdana" w:cs="Times New Roman"/>
        </w:rPr>
      </w:pPr>
    </w:p>
    <w:sectPr w:rsidR="00535E9B" w:rsidRPr="00A62B4C" w:rsidSect="00E36A16">
      <w:headerReference w:type="default" r:id="rId13"/>
      <w:footerReference w:type="default" r:id="rId14"/>
      <w:headerReference w:type="first" r:id="rId15"/>
      <w:footerReference w:type="first" r:id="rId16"/>
      <w:pgSz w:w="11906" w:h="16838"/>
      <w:pgMar w:top="851"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C024EF" w:rsidRDefault="00C024EF" w:rsidP="00582CE9">
      <w:pPr>
        <w:spacing w:after="0"/>
      </w:pPr>
      <w:r>
        <w:separator/>
      </w:r>
    </w:p>
  </w:endnote>
  <w:endnote w:type="continuationSeparator" w:id="0">
    <w:p w14:paraId="58927104" w14:textId="77777777" w:rsidR="00C024EF" w:rsidRDefault="00C024E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680D5A" w:rsidR="00C024EF" w:rsidRDefault="00C024EF">
        <w:pPr>
          <w:pStyle w:val="Stopka"/>
          <w:jc w:val="right"/>
        </w:pPr>
        <w:r>
          <w:fldChar w:fldCharType="begin"/>
        </w:r>
        <w:r>
          <w:instrText>PAGE   \* MERGEFORMAT</w:instrText>
        </w:r>
        <w:r>
          <w:fldChar w:fldCharType="separate"/>
        </w:r>
        <w:r w:rsidR="00FE62E3">
          <w:rPr>
            <w:noProof/>
          </w:rPr>
          <w:t>7</w:t>
        </w:r>
        <w:r>
          <w:fldChar w:fldCharType="end"/>
        </w:r>
      </w:p>
    </w:sdtContent>
  </w:sdt>
  <w:p w14:paraId="4A5385B6" w14:textId="77777777" w:rsidR="00C024EF" w:rsidRDefault="00C024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C024EF" w:rsidRDefault="00C024EF">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C024EF" w:rsidRDefault="00C02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C024EF" w:rsidRDefault="00C024EF" w:rsidP="00582CE9">
      <w:pPr>
        <w:spacing w:after="0"/>
      </w:pPr>
      <w:r>
        <w:separator/>
      </w:r>
    </w:p>
  </w:footnote>
  <w:footnote w:type="continuationSeparator" w:id="0">
    <w:p w14:paraId="5681B395" w14:textId="77777777" w:rsidR="00C024EF" w:rsidRDefault="00C024EF" w:rsidP="00582CE9">
      <w:pPr>
        <w:spacing w:after="0"/>
      </w:pPr>
      <w:r>
        <w:continuationSeparator/>
      </w:r>
    </w:p>
  </w:footnote>
  <w:footnote w:id="1">
    <w:p w14:paraId="679895A9" w14:textId="77777777" w:rsidR="00C024EF" w:rsidRPr="00B67D39" w:rsidRDefault="00C024EF"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C024EF" w:rsidRPr="00F2601C" w:rsidRDefault="00C024EF"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C024EF" w:rsidRPr="00B67D39" w:rsidRDefault="00C024EF"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C024EF" w:rsidRPr="001A6201" w:rsidRDefault="00C024EF"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C024EF" w:rsidRPr="00B67D39" w:rsidRDefault="00C024EF"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C024EF" w:rsidRPr="00B67D39" w:rsidRDefault="00C024EF"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C024EF" w:rsidRDefault="00C024EF"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C024EF" w:rsidRPr="00872F1F" w:rsidRDefault="00C024EF"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C024EF" w:rsidRPr="00872F1F" w:rsidRDefault="00C024EF"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C024EF" w:rsidRPr="00872F1F" w:rsidRDefault="00C024EF"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C024EF" w:rsidRPr="00872F1F" w:rsidRDefault="00C024EF"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C024EF" w:rsidRPr="00872F1F" w:rsidRDefault="00C024EF"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C024EF" w:rsidRPr="00872F1F" w:rsidRDefault="00C024EF"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C024EF" w:rsidRPr="00872F1F" w:rsidRDefault="00C024EF"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C024EF" w:rsidRPr="006B2C28" w14:paraId="3B896BDC" w14:textId="77777777" w:rsidTr="00582CE9">
      <w:trPr>
        <w:trHeight w:val="1140"/>
      </w:trPr>
      <w:tc>
        <w:tcPr>
          <w:tcW w:w="6119" w:type="dxa"/>
          <w:vAlign w:val="center"/>
        </w:tcPr>
        <w:p w14:paraId="045985F7" w14:textId="6179CC2F" w:rsidR="00C024EF" w:rsidRPr="006E100D" w:rsidRDefault="00C024EF"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3B7E0D1" w:rsidR="00C024EF" w:rsidRPr="006B2C28" w:rsidRDefault="00C024EF"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032F66" w:rsidRPr="00283D81">
            <w:rPr>
              <w:rFonts w:asciiTheme="majorHAnsi" w:hAnsiTheme="majorHAnsi"/>
              <w:noProof/>
              <w:color w:val="000000" w:themeColor="text1"/>
              <w:sz w:val="14"/>
              <w:szCs w:val="18"/>
            </w:rPr>
            <w:t>Przeizolowanie linii nN 0,4kV wraz z przyłączami w miejscowościach: Górzno gm. Górzno, Piastów gm. Żelechów;</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”POST/DYS/OW/GZ/0</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"nr_postepowania" </w:instrText>
          </w:r>
          <w:r>
            <w:rPr>
              <w:rFonts w:asciiTheme="majorHAnsi" w:hAnsiTheme="majorHAnsi"/>
              <w:color w:val="000000" w:themeColor="text1"/>
              <w:sz w:val="14"/>
              <w:szCs w:val="18"/>
            </w:rPr>
            <w:fldChar w:fldCharType="separate"/>
          </w:r>
          <w:r w:rsidR="00032F66" w:rsidRPr="00283D81">
            <w:rPr>
              <w:rFonts w:asciiTheme="majorHAnsi" w:hAnsiTheme="majorHAnsi"/>
              <w:noProof/>
              <w:color w:val="000000" w:themeColor="text1"/>
              <w:sz w:val="14"/>
              <w:szCs w:val="18"/>
            </w:rPr>
            <w:t>4277</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/2025</w:t>
          </w:r>
        </w:p>
        <w:p w14:paraId="5205B493" w14:textId="47502FF7" w:rsidR="00C024EF" w:rsidRPr="006B2C28" w:rsidRDefault="00C024EF"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C024EF" w:rsidRPr="006B2C28" w:rsidRDefault="00C024EF" w:rsidP="00582CE9">
          <w:pPr>
            <w:suppressAutoHyphens/>
            <w:ind w:right="187"/>
            <w:rPr>
              <w:rFonts w:asciiTheme="majorHAnsi" w:hAnsiTheme="majorHAnsi"/>
              <w:color w:val="092D74"/>
              <w:sz w:val="14"/>
              <w:szCs w:val="18"/>
            </w:rPr>
          </w:pPr>
        </w:p>
      </w:tc>
      <w:tc>
        <w:tcPr>
          <w:tcW w:w="3110" w:type="dxa"/>
          <w:vAlign w:val="center"/>
        </w:tcPr>
        <w:p w14:paraId="0E71B715" w14:textId="641FDE21" w:rsidR="00C024EF" w:rsidRPr="006B2C28" w:rsidRDefault="00C024EF"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201607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C024EF" w:rsidRDefault="00C024EF"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C024EF" w:rsidRPr="00A62B4C" w:rsidRDefault="00C024EF"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C024EF" w:rsidRPr="00A62B4C" w:rsidRDefault="00C024EF"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C024EF" w:rsidRPr="006B2C28" w14:paraId="13E0C230" w14:textId="77777777" w:rsidTr="008E4838">
      <w:trPr>
        <w:trHeight w:val="1140"/>
      </w:trPr>
      <w:tc>
        <w:tcPr>
          <w:tcW w:w="6119" w:type="dxa"/>
          <w:vAlign w:val="center"/>
        </w:tcPr>
        <w:p w14:paraId="676ADCC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62DB69C4" w14:textId="77777777" w:rsidR="00C024EF" w:rsidRPr="006B2C28" w:rsidRDefault="00C024EF" w:rsidP="00DE3208">
          <w:pPr>
            <w:suppressAutoHyphens/>
            <w:ind w:right="187"/>
            <w:rPr>
              <w:rFonts w:asciiTheme="majorHAnsi" w:hAnsiTheme="majorHAnsi"/>
              <w:color w:val="092D74"/>
              <w:sz w:val="14"/>
              <w:szCs w:val="18"/>
            </w:rPr>
          </w:pPr>
        </w:p>
      </w:tc>
      <w:tc>
        <w:tcPr>
          <w:tcW w:w="6119" w:type="dxa"/>
          <w:vAlign w:val="center"/>
        </w:tcPr>
        <w:p w14:paraId="167572E0" w14:textId="77777777" w:rsidR="00C024EF" w:rsidRPr="006B2C28" w:rsidRDefault="00C024EF"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024EF" w:rsidRPr="006B2C28" w:rsidRDefault="00C024EF" w:rsidP="00DE3208">
          <w:pPr>
            <w:suppressAutoHyphens/>
            <w:ind w:right="187"/>
            <w:rPr>
              <w:rFonts w:asciiTheme="majorHAnsi" w:hAnsiTheme="majorHAnsi"/>
              <w:color w:val="092D74"/>
              <w:sz w:val="14"/>
              <w:szCs w:val="18"/>
            </w:rPr>
          </w:pPr>
        </w:p>
      </w:tc>
      <w:tc>
        <w:tcPr>
          <w:tcW w:w="3110" w:type="dxa"/>
          <w:vAlign w:val="center"/>
        </w:tcPr>
        <w:p w14:paraId="4015801D" w14:textId="77777777" w:rsidR="00C024EF" w:rsidRPr="006B2C28" w:rsidRDefault="00C024EF" w:rsidP="00DE3208">
          <w:pPr>
            <w:suppressAutoHyphens/>
            <w:ind w:right="187"/>
            <w:rPr>
              <w:rFonts w:asciiTheme="majorHAnsi" w:hAnsiTheme="majorHAnsi"/>
              <w:color w:val="092D74"/>
              <w:sz w:val="14"/>
              <w:szCs w:val="18"/>
            </w:rPr>
          </w:pPr>
        </w:p>
      </w:tc>
    </w:tr>
  </w:tbl>
  <w:p w14:paraId="30866343" w14:textId="6E573544" w:rsidR="00C024EF" w:rsidRDefault="00C024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236867867">
    <w:abstractNumId w:val="19"/>
  </w:num>
  <w:num w:numId="2" w16cid:durableId="1955866447">
    <w:abstractNumId w:val="7"/>
  </w:num>
  <w:num w:numId="3" w16cid:durableId="209341630">
    <w:abstractNumId w:val="13"/>
  </w:num>
  <w:num w:numId="4" w16cid:durableId="1943537311">
    <w:abstractNumId w:val="21"/>
  </w:num>
  <w:num w:numId="5" w16cid:durableId="1016083386">
    <w:abstractNumId w:val="19"/>
  </w:num>
  <w:num w:numId="6" w16cid:durableId="988290659">
    <w:abstractNumId w:val="19"/>
  </w:num>
  <w:num w:numId="7" w16cid:durableId="327288189">
    <w:abstractNumId w:val="3"/>
  </w:num>
  <w:num w:numId="8" w16cid:durableId="1887795944">
    <w:abstractNumId w:val="28"/>
  </w:num>
  <w:num w:numId="9" w16cid:durableId="182475377">
    <w:abstractNumId w:val="17"/>
  </w:num>
  <w:num w:numId="10" w16cid:durableId="1914391413">
    <w:abstractNumId w:val="4"/>
  </w:num>
  <w:num w:numId="11" w16cid:durableId="1879657403">
    <w:abstractNumId w:val="14"/>
  </w:num>
  <w:num w:numId="12" w16cid:durableId="1272934156">
    <w:abstractNumId w:val="12"/>
  </w:num>
  <w:num w:numId="13" w16cid:durableId="1845246047">
    <w:abstractNumId w:val="27"/>
  </w:num>
  <w:num w:numId="14" w16cid:durableId="965888660">
    <w:abstractNumId w:val="23"/>
  </w:num>
  <w:num w:numId="15" w16cid:durableId="632323485">
    <w:abstractNumId w:val="16"/>
  </w:num>
  <w:num w:numId="16" w16cid:durableId="47262329">
    <w:abstractNumId w:val="9"/>
  </w:num>
  <w:num w:numId="17" w16cid:durableId="933633000">
    <w:abstractNumId w:val="5"/>
  </w:num>
  <w:num w:numId="18" w16cid:durableId="8107068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1033764">
    <w:abstractNumId w:val="0"/>
  </w:num>
  <w:num w:numId="20" w16cid:durableId="901283797">
    <w:abstractNumId w:val="29"/>
  </w:num>
  <w:num w:numId="21" w16cid:durableId="1931351089">
    <w:abstractNumId w:val="1"/>
  </w:num>
  <w:num w:numId="22" w16cid:durableId="1216086801">
    <w:abstractNumId w:val="15"/>
  </w:num>
  <w:num w:numId="23" w16cid:durableId="383872288">
    <w:abstractNumId w:val="10"/>
  </w:num>
  <w:num w:numId="24" w16cid:durableId="570046944">
    <w:abstractNumId w:val="22"/>
  </w:num>
  <w:num w:numId="25" w16cid:durableId="1883858858">
    <w:abstractNumId w:val="26"/>
  </w:num>
  <w:num w:numId="26" w16cid:durableId="314838036">
    <w:abstractNumId w:val="2"/>
  </w:num>
  <w:num w:numId="27" w16cid:durableId="1635408637">
    <w:abstractNumId w:val="25"/>
  </w:num>
  <w:num w:numId="28" w16cid:durableId="2030716614">
    <w:abstractNumId w:val="24"/>
  </w:num>
  <w:num w:numId="29" w16cid:durableId="1332563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7599105">
    <w:abstractNumId w:val="20"/>
  </w:num>
  <w:num w:numId="31" w16cid:durableId="694506314">
    <w:abstractNumId w:val="11"/>
  </w:num>
  <w:num w:numId="32" w16cid:durableId="1216964160">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2F66"/>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0F0B"/>
    <w:rsid w:val="00124536"/>
    <w:rsid w:val="00125A7F"/>
    <w:rsid w:val="00126CEA"/>
    <w:rsid w:val="00132B64"/>
    <w:rsid w:val="00136B64"/>
    <w:rsid w:val="0014036E"/>
    <w:rsid w:val="00145125"/>
    <w:rsid w:val="0014785F"/>
    <w:rsid w:val="001642D6"/>
    <w:rsid w:val="00167B53"/>
    <w:rsid w:val="00172B93"/>
    <w:rsid w:val="00175F4C"/>
    <w:rsid w:val="00185AAB"/>
    <w:rsid w:val="00192A23"/>
    <w:rsid w:val="001974F6"/>
    <w:rsid w:val="001A4996"/>
    <w:rsid w:val="001B0061"/>
    <w:rsid w:val="001D1A8B"/>
    <w:rsid w:val="001D2EB1"/>
    <w:rsid w:val="001D457C"/>
    <w:rsid w:val="001E7E73"/>
    <w:rsid w:val="001F3242"/>
    <w:rsid w:val="001F3600"/>
    <w:rsid w:val="001F3F20"/>
    <w:rsid w:val="001F737A"/>
    <w:rsid w:val="00201B55"/>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2ED6"/>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55B"/>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E100D"/>
    <w:rsid w:val="006E2000"/>
    <w:rsid w:val="006E5EF6"/>
    <w:rsid w:val="006F3B57"/>
    <w:rsid w:val="006F5F72"/>
    <w:rsid w:val="00700DA8"/>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A5B1A"/>
    <w:rsid w:val="007B094C"/>
    <w:rsid w:val="007B0FF0"/>
    <w:rsid w:val="007B50D8"/>
    <w:rsid w:val="007C6687"/>
    <w:rsid w:val="007C67FA"/>
    <w:rsid w:val="007D0675"/>
    <w:rsid w:val="007D1208"/>
    <w:rsid w:val="007D1209"/>
    <w:rsid w:val="00807D09"/>
    <w:rsid w:val="00812E3F"/>
    <w:rsid w:val="008130D5"/>
    <w:rsid w:val="0081735D"/>
    <w:rsid w:val="008217CE"/>
    <w:rsid w:val="00827A7E"/>
    <w:rsid w:val="00831596"/>
    <w:rsid w:val="00842578"/>
    <w:rsid w:val="008450D7"/>
    <w:rsid w:val="00847B49"/>
    <w:rsid w:val="00852695"/>
    <w:rsid w:val="008548B7"/>
    <w:rsid w:val="00857549"/>
    <w:rsid w:val="008707CC"/>
    <w:rsid w:val="00875193"/>
    <w:rsid w:val="00884D47"/>
    <w:rsid w:val="008A7413"/>
    <w:rsid w:val="008B6316"/>
    <w:rsid w:val="008C619A"/>
    <w:rsid w:val="008C74CA"/>
    <w:rsid w:val="008C75AB"/>
    <w:rsid w:val="008D6A33"/>
    <w:rsid w:val="008D6FD3"/>
    <w:rsid w:val="008E2EA9"/>
    <w:rsid w:val="008E41A4"/>
    <w:rsid w:val="008E4838"/>
    <w:rsid w:val="008F17DA"/>
    <w:rsid w:val="008F1FB0"/>
    <w:rsid w:val="0090262E"/>
    <w:rsid w:val="0090379D"/>
    <w:rsid w:val="00910E6D"/>
    <w:rsid w:val="00911FA5"/>
    <w:rsid w:val="009149F2"/>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2D15"/>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3D40"/>
    <w:rsid w:val="00AB5621"/>
    <w:rsid w:val="00AB78A2"/>
    <w:rsid w:val="00AC4A8D"/>
    <w:rsid w:val="00AC5A4C"/>
    <w:rsid w:val="00AD5D81"/>
    <w:rsid w:val="00AD7C99"/>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534"/>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024EF"/>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249D"/>
    <w:rsid w:val="00CD2022"/>
    <w:rsid w:val="00CE2F55"/>
    <w:rsid w:val="00CF1059"/>
    <w:rsid w:val="00D03C12"/>
    <w:rsid w:val="00D10930"/>
    <w:rsid w:val="00D1247E"/>
    <w:rsid w:val="00D21BCE"/>
    <w:rsid w:val="00D516C1"/>
    <w:rsid w:val="00D6344F"/>
    <w:rsid w:val="00D80E4A"/>
    <w:rsid w:val="00D9793B"/>
    <w:rsid w:val="00DA64DB"/>
    <w:rsid w:val="00DA7568"/>
    <w:rsid w:val="00DB1E5E"/>
    <w:rsid w:val="00DB3B99"/>
    <w:rsid w:val="00DB4140"/>
    <w:rsid w:val="00DC76F0"/>
    <w:rsid w:val="00DC7E48"/>
    <w:rsid w:val="00DD06C0"/>
    <w:rsid w:val="00DD3199"/>
    <w:rsid w:val="00DE1789"/>
    <w:rsid w:val="00DE2A42"/>
    <w:rsid w:val="00DE3208"/>
    <w:rsid w:val="00DE5745"/>
    <w:rsid w:val="00DF2ED5"/>
    <w:rsid w:val="00E12F47"/>
    <w:rsid w:val="00E16545"/>
    <w:rsid w:val="00E2123D"/>
    <w:rsid w:val="00E30B4B"/>
    <w:rsid w:val="00E33932"/>
    <w:rsid w:val="00E36A16"/>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A39EE"/>
    <w:rsid w:val="00FB0646"/>
    <w:rsid w:val="00FB61C7"/>
    <w:rsid w:val="00FC7BB0"/>
    <w:rsid w:val="00FD22AB"/>
    <w:rsid w:val="00FD2808"/>
    <w:rsid w:val="00FD3338"/>
    <w:rsid w:val="00FE13ED"/>
    <w:rsid w:val="00FE2FDB"/>
    <w:rsid w:val="00FE4AEE"/>
    <w:rsid w:val="00FE53C8"/>
    <w:rsid w:val="00FE62E3"/>
    <w:rsid w:val="00FE7A6A"/>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4,7,8,11,12.docx</dmsv2BaseFileName>
    <dmsv2BaseDisplayName xmlns="http://schemas.microsoft.com/sharepoint/v3">Załącznik nr 3 do SWZ_Formularz ofertowy-załączniki 4,7,8,11,12</dmsv2BaseDisplayName>
    <dmsv2SWPP2ObjectNumber xmlns="http://schemas.microsoft.com/sharepoint/v3">POST/DYS/OW/GZ/04277/2025                         </dmsv2SWPP2ObjectNumber>
    <dmsv2SWPP2SumMD5 xmlns="http://schemas.microsoft.com/sharepoint/v3">c9072a75ba16727fbbfda9d9105cfdb9</dmsv2SWPP2SumMD5>
    <dmsv2BaseMoved xmlns="http://schemas.microsoft.com/sharepoint/v3">false</dmsv2BaseMoved>
    <dmsv2BaseIsSensitive xmlns="http://schemas.microsoft.com/sharepoint/v3">true</dmsv2BaseIsSensitive>
    <dmsv2SWPP2IDSWPP2 xmlns="http://schemas.microsoft.com/sharepoint/v3">700054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23890143</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JEUP5JKVCYQC-1440096624-5150</_dlc_DocId>
    <_dlc_DocIdUrl xmlns="a19cb1c7-c5c7-46d4-85ae-d83685407bba">
      <Url>https://swpp2.dms.gkpge.pl/sites/41/_layouts/15/DocIdRedir.aspx?ID=JEUP5JKVCYQC-1440096624-5150</Url>
      <Description>JEUP5JKVCYQC-1440096624-5150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1BCAE18-692E-4784-97AC-45EF4EEC9FD5}">
  <ds:schemaRefs>
    <ds:schemaRef ds:uri="http://schemas.openxmlformats.org/officeDocument/2006/bibliography"/>
  </ds:schemaRefs>
</ds:datastoreItem>
</file>

<file path=customXml/itemProps3.xml><?xml version="1.0" encoding="utf-8"?>
<ds:datastoreItem xmlns:ds="http://schemas.openxmlformats.org/officeDocument/2006/customXml" ds:itemID="{6547D3EE-1B26-44B0-9BAB-677CC5E83388}"/>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16929B5-F708-4191-819E-733E471827E6}"/>
</file>

<file path=docProps/app.xml><?xml version="1.0" encoding="utf-8"?>
<Properties xmlns="http://schemas.openxmlformats.org/officeDocument/2006/extended-properties" xmlns:vt="http://schemas.openxmlformats.org/officeDocument/2006/docPropsVTypes">
  <Template>PGE word swz test.dotx</Template>
  <TotalTime>48</TotalTime>
  <Pages>10</Pages>
  <Words>3234</Words>
  <Characters>19409</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18</cp:revision>
  <cp:lastPrinted>2024-07-15T11:21:00Z</cp:lastPrinted>
  <dcterms:created xsi:type="dcterms:W3CDTF">2025-09-19T08:53:00Z</dcterms:created>
  <dcterms:modified xsi:type="dcterms:W3CDTF">2025-11-26T12:19:00Z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7ef18377-19dd-474a-93d8-5eacc3f09d28</vt:lpwstr>
  </property>
</Properties>
</file>